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10" w:rsidRPr="004735E8" w:rsidRDefault="00186710" w:rsidP="00A36875">
      <w:pPr>
        <w:pStyle w:val="Zkladntext"/>
        <w:jc w:val="both"/>
        <w:rPr>
          <w:rFonts w:cs="Arial"/>
          <w:szCs w:val="24"/>
        </w:rPr>
      </w:pPr>
      <w:bookmarkStart w:id="0" w:name="_GoBack"/>
      <w:bookmarkEnd w:id="0"/>
    </w:p>
    <w:p w:rsidR="00C4503E" w:rsidRPr="004735E8" w:rsidRDefault="00C4503E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5E5CD6" w:rsidRPr="004735E8" w:rsidRDefault="005E5CD6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p w:rsidR="00944F65" w:rsidRPr="004735E8" w:rsidRDefault="00944F65" w:rsidP="00A36875">
      <w:pPr>
        <w:pStyle w:val="Zkladntext"/>
        <w:jc w:val="both"/>
        <w:rPr>
          <w:rFonts w:cs="Arial"/>
          <w:szCs w:val="24"/>
        </w:rPr>
      </w:pPr>
    </w:p>
    <w:tbl>
      <w:tblPr>
        <w:tblpPr w:leftFromText="141" w:rightFromText="141" w:vertAnchor="page" w:horzAnchor="margin" w:tblpXSpec="center" w:tblpY="9388"/>
        <w:tblW w:w="106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1151"/>
        <w:gridCol w:w="1151"/>
        <w:gridCol w:w="2303"/>
        <w:gridCol w:w="887"/>
        <w:gridCol w:w="959"/>
        <w:gridCol w:w="1867"/>
      </w:tblGrid>
      <w:tr w:rsidR="000A175F" w:rsidRPr="002B6751" w:rsidTr="00D90C28">
        <w:trPr>
          <w:trHeight w:val="1581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4"/>
                <w:szCs w:val="4"/>
                <w:lang w:eastAsia="ar-SA"/>
              </w:rPr>
            </w:pPr>
          </w:p>
          <w:p w:rsidR="000A175F" w:rsidRPr="002B6751" w:rsidRDefault="000A175F" w:rsidP="00D90C28">
            <w:pPr>
              <w:overflowPunct w:val="0"/>
              <w:autoSpaceDE w:val="0"/>
              <w:spacing w:line="240" w:lineRule="atLeast"/>
              <w:ind w:left="-68" w:firstLine="68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INVESTOR:</w:t>
            </w:r>
          </w:p>
          <w:p w:rsidR="000A175F" w:rsidRDefault="000A175F" w:rsidP="00D90C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</w:pPr>
            <w:r w:rsidRPr="00A27E7C">
              <w:rPr>
                <w:rFonts w:ascii="Arial" w:hAnsi="Arial" w:cs="Arial"/>
                <w:b/>
                <w:sz w:val="28"/>
                <w:szCs w:val="28"/>
              </w:rPr>
              <w:t>KRÁLOVÉHRADECKÝ KRAJ</w:t>
            </w:r>
            <w:r w:rsidRPr="00A27E7C"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, </w:t>
            </w:r>
          </w:p>
          <w:p w:rsidR="000A175F" w:rsidRPr="00A27E7C" w:rsidRDefault="000A175F" w:rsidP="00D90C2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A27E7C">
              <w:rPr>
                <w:rFonts w:ascii="Arial" w:hAnsi="Arial" w:cs="Arial"/>
              </w:rPr>
              <w:t>PIVOVARSKÉ NÁMĚSTÍ 1245</w:t>
            </w:r>
          </w:p>
          <w:p w:rsidR="000A175F" w:rsidRPr="00BD677E" w:rsidRDefault="000A175F" w:rsidP="00D90C28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27E7C">
              <w:rPr>
                <w:rFonts w:ascii="Arial" w:hAnsi="Arial" w:cs="Arial"/>
              </w:rPr>
              <w:t>500 03 HRADEC KRÁLOVÉ</w:t>
            </w:r>
          </w:p>
          <w:p w:rsidR="000A175F" w:rsidRPr="002B6751" w:rsidRDefault="000A175F" w:rsidP="00D90C28">
            <w:pPr>
              <w:snapToGrid w:val="0"/>
              <w:jc w:val="center"/>
              <w:rPr>
                <w:rFonts w:ascii="Arial" w:hAnsi="Arial" w:cs="Arial"/>
                <w:sz w:val="4"/>
                <w:szCs w:val="4"/>
                <w:lang w:eastAsia="ar-SA"/>
              </w:rPr>
            </w:pP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rPr>
                <w:rFonts w:ascii="Arial" w:hAnsi="Arial"/>
                <w:sz w:val="20"/>
                <w:lang w:eastAsia="ar-SA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drawing>
                <wp:inline distT="0" distB="0" distL="0" distR="0">
                  <wp:extent cx="2266950" cy="857250"/>
                  <wp:effectExtent l="0" t="0" r="0" b="0"/>
                  <wp:docPr id="9" name="Obrázek 9" descr="kralovehradecky-kra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ralovehradecky-kra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75F" w:rsidRPr="002B6751" w:rsidTr="00D90C28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VEDOUCÍ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jc w:val="center"/>
              <w:rPr>
                <w:rFonts w:ascii="Arial" w:hAnsi="Arial"/>
                <w:sz w:val="20"/>
                <w:lang w:eastAsia="ar-SA"/>
              </w:rPr>
            </w:pPr>
            <w:r>
              <w:rPr>
                <w:rFonts w:ascii="Arial" w:hAnsi="Arial" w:cs="Arial"/>
                <w:noProof/>
                <w:sz w:val="16"/>
              </w:rPr>
              <w:drawing>
                <wp:inline distT="0" distB="0" distL="0" distR="0">
                  <wp:extent cx="504825" cy="18097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ind w:left="-70" w:firstLine="7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2238375" cy="800100"/>
                  <wp:effectExtent l="0" t="0" r="9525" b="0"/>
                  <wp:docPr id="7" name="Obrázek 7" descr="Logo Kania nove_FIN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Kania nove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75F" w:rsidRPr="002B6751" w:rsidTr="00D90C28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ZODP. PROJEKTANT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ING. ONDŘEJ FABIÁN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jc w:val="center"/>
              <w:rPr>
                <w:rFonts w:ascii="Arial" w:hAnsi="Arial"/>
                <w:sz w:val="20"/>
                <w:lang w:eastAsia="ar-SA"/>
              </w:rPr>
            </w:pPr>
            <w:r>
              <w:rPr>
                <w:rFonts w:ascii="Arial" w:hAnsi="Arial" w:cs="Arial"/>
                <w:noProof/>
                <w:sz w:val="16"/>
              </w:rPr>
              <w:drawing>
                <wp:inline distT="0" distB="0" distL="0" distR="0">
                  <wp:extent cx="504825" cy="180975"/>
                  <wp:effectExtent l="0" t="0" r="9525" b="952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rPr>
                <w:rFonts w:ascii="Arial" w:hAnsi="Arial"/>
                <w:sz w:val="20"/>
                <w:lang w:eastAsia="ar-SA"/>
              </w:rPr>
            </w:pPr>
          </w:p>
        </w:tc>
      </w:tr>
      <w:tr w:rsidR="000A175F" w:rsidRPr="002B6751" w:rsidTr="00D90C28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VYPRACOVAL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MICHAL EIBICH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jc w:val="center"/>
              <w:rPr>
                <w:rFonts w:ascii="Arial" w:hAnsi="Arial"/>
                <w:sz w:val="20"/>
                <w:lang w:eastAsia="ar-SA"/>
              </w:rPr>
            </w:pP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rPr>
                <w:rFonts w:ascii="Arial" w:hAnsi="Arial"/>
                <w:sz w:val="20"/>
                <w:lang w:eastAsia="ar-SA"/>
              </w:rPr>
            </w:pPr>
          </w:p>
        </w:tc>
      </w:tr>
      <w:tr w:rsidR="000A175F" w:rsidRPr="002B6751" w:rsidTr="00D90C28">
        <w:trPr>
          <w:cantSplit/>
          <w:trHeight w:hRule="exact" w:val="284"/>
        </w:trPr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KONTROLOVAL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  <w:lang w:eastAsia="ar-SA"/>
              </w:rPr>
              <w:t>MICHAL EIBICH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jc w:val="center"/>
              <w:rPr>
                <w:rFonts w:ascii="Arial" w:hAnsi="Arial"/>
                <w:sz w:val="20"/>
                <w:lang w:eastAsia="ar-SA"/>
              </w:rPr>
            </w:pP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rPr>
                <w:rFonts w:ascii="Arial" w:hAnsi="Arial"/>
                <w:sz w:val="20"/>
                <w:lang w:eastAsia="ar-SA"/>
              </w:rPr>
            </w:pPr>
          </w:p>
        </w:tc>
      </w:tr>
      <w:tr w:rsidR="000A175F" w:rsidRPr="002B6751" w:rsidTr="00D90C28">
        <w:trPr>
          <w:cantSplit/>
          <w:trHeight w:hRule="exact" w:val="285"/>
        </w:trPr>
        <w:tc>
          <w:tcPr>
            <w:tcW w:w="3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 xml:space="preserve">KRAJ:  </w:t>
            </w:r>
            <w:r w:rsidRPr="00D5653B">
              <w:rPr>
                <w:rFonts w:ascii="Arial" w:hAnsi="Arial" w:cs="Arial"/>
                <w:sz w:val="16"/>
                <w:szCs w:val="16"/>
                <w:lang w:eastAsia="ar-SA"/>
              </w:rPr>
              <w:t xml:space="preserve"> KRÁLOVÉHRADECKÝ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 xml:space="preserve">STAV. </w:t>
            </w:r>
            <w:r w:rsidRPr="00624424">
              <w:rPr>
                <w:rFonts w:ascii="Arial" w:hAnsi="Arial" w:cs="Arial"/>
                <w:sz w:val="16"/>
                <w:szCs w:val="16"/>
              </w:rPr>
              <w:t xml:space="preserve"> ÚŘAD</w:t>
            </w:r>
            <w:r>
              <w:rPr>
                <w:rFonts w:ascii="Arial" w:hAnsi="Arial" w:cs="Arial"/>
                <w:sz w:val="16"/>
                <w:szCs w:val="16"/>
              </w:rPr>
              <w:t>: JIČÍN</w:t>
            </w:r>
          </w:p>
        </w:tc>
        <w:tc>
          <w:tcPr>
            <w:tcW w:w="37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rPr>
                <w:rFonts w:ascii="Arial" w:hAnsi="Arial"/>
                <w:sz w:val="20"/>
                <w:lang w:eastAsia="ar-SA"/>
              </w:rPr>
            </w:pPr>
          </w:p>
        </w:tc>
      </w:tr>
      <w:tr w:rsidR="000A175F" w:rsidRPr="002B6751" w:rsidTr="00D90C28">
        <w:trPr>
          <w:cantSplit/>
          <w:trHeight w:val="299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4"/>
                <w:szCs w:val="4"/>
                <w:lang w:eastAsia="ar-SA"/>
              </w:rPr>
            </w:pPr>
          </w:p>
          <w:p w:rsidR="000A175F" w:rsidRPr="002B6751" w:rsidRDefault="000A175F" w:rsidP="00D90C28">
            <w:pPr>
              <w:overflowPunct w:val="0"/>
              <w:autoSpaceDE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 xml:space="preserve">NÁZEV AKCE: </w:t>
            </w:r>
          </w:p>
          <w:p w:rsidR="000A175F" w:rsidRDefault="000A175F" w:rsidP="00D90C28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NOVOSTAVBA P</w:t>
            </w:r>
            <w:r w:rsidRPr="00EA75AA">
              <w:rPr>
                <w:rFonts w:ascii="Arial" w:hAnsi="Arial" w:cs="Arial"/>
                <w:b/>
                <w:sz w:val="32"/>
                <w:szCs w:val="32"/>
              </w:rPr>
              <w:t>AVILON</w:t>
            </w:r>
            <w:r>
              <w:rPr>
                <w:rFonts w:ascii="Arial" w:hAnsi="Arial" w:cs="Arial"/>
                <w:b/>
                <w:sz w:val="32"/>
                <w:szCs w:val="32"/>
              </w:rPr>
              <w:t>U</w:t>
            </w:r>
            <w:r w:rsidRPr="00EA75AA">
              <w:rPr>
                <w:rFonts w:ascii="Arial" w:hAnsi="Arial" w:cs="Arial"/>
                <w:b/>
                <w:sz w:val="32"/>
                <w:szCs w:val="32"/>
              </w:rPr>
              <w:t xml:space="preserve"> ʺAʺ</w:t>
            </w:r>
          </w:p>
          <w:p w:rsidR="000A175F" w:rsidRPr="00EA75AA" w:rsidRDefault="000A175F" w:rsidP="00D90C2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A175F" w:rsidRPr="00EA75AA" w:rsidRDefault="000A175F" w:rsidP="00D90C28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EA75AA">
              <w:rPr>
                <w:rFonts w:ascii="Arial" w:hAnsi="Arial" w:cs="Arial"/>
                <w:b/>
                <w:sz w:val="18"/>
                <w:szCs w:val="18"/>
              </w:rPr>
              <w:t xml:space="preserve">(STAVEBNÍ ÚPRAVY </w:t>
            </w:r>
            <w:proofErr w:type="gramStart"/>
            <w:r w:rsidRPr="00EA75AA">
              <w:rPr>
                <w:rFonts w:ascii="Arial" w:hAnsi="Arial" w:cs="Arial"/>
                <w:b/>
                <w:sz w:val="18"/>
                <w:szCs w:val="18"/>
              </w:rPr>
              <w:t>Č.P.</w:t>
            </w:r>
            <w:proofErr w:type="gramEnd"/>
            <w:r w:rsidRPr="00EA75AA">
              <w:rPr>
                <w:rFonts w:ascii="Arial" w:hAnsi="Arial" w:cs="Arial"/>
                <w:b/>
                <w:sz w:val="18"/>
                <w:szCs w:val="18"/>
              </w:rPr>
              <w:t xml:space="preserve"> 511 PRO LABORATOŘE A ONKOLOGII OBLASTNÍ NEMOCNICE JIČÍN A. S.)</w:t>
            </w:r>
          </w:p>
          <w:p w:rsidR="000A175F" w:rsidRPr="002B6751" w:rsidRDefault="000A175F" w:rsidP="00D90C28">
            <w:pPr>
              <w:ind w:right="158"/>
              <w:jc w:val="center"/>
              <w:rPr>
                <w:rFonts w:ascii="Arial" w:hAnsi="Arial"/>
                <w:b/>
                <w:caps/>
                <w:sz w:val="18"/>
                <w:szCs w:val="18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STUPEŇ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DP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>S</w:t>
            </w:r>
          </w:p>
        </w:tc>
      </w:tr>
      <w:tr w:rsidR="000A175F" w:rsidRPr="002B6751" w:rsidTr="00D90C28">
        <w:trPr>
          <w:cantSplit/>
          <w:trHeight w:val="333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DATUM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sz w:val="16"/>
                <w:szCs w:val="16"/>
              </w:rPr>
              <w:t>04</w:t>
            </w:r>
            <w:r w:rsidRPr="00624424">
              <w:rPr>
                <w:rFonts w:ascii="Arial" w:hAnsi="Arial" w:cs="Arial"/>
                <w:sz w:val="16"/>
                <w:szCs w:val="16"/>
              </w:rPr>
              <w:t>/201</w:t>
            </w: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A175F" w:rsidRPr="002B6751" w:rsidTr="00D90C28">
        <w:trPr>
          <w:cantSplit/>
          <w:trHeight w:val="366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FORMÁT/POČET STR.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0A175F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 xml:space="preserve">A4 / </w:t>
            </w:r>
            <w:r>
              <w:rPr>
                <w:rFonts w:ascii="Arial" w:hAnsi="Arial" w:cs="Arial"/>
                <w:sz w:val="16"/>
                <w:szCs w:val="16"/>
                <w:lang w:eastAsia="ar-SA"/>
              </w:rPr>
              <w:t>3</w:t>
            </w:r>
          </w:p>
        </w:tc>
      </w:tr>
      <w:tr w:rsidR="000A175F" w:rsidRPr="002B6751" w:rsidTr="00D90C28">
        <w:trPr>
          <w:cantSplit/>
          <w:trHeight w:val="328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cs="Arial"/>
                <w:sz w:val="4"/>
                <w:szCs w:val="4"/>
                <w:lang w:eastAsia="ar-SA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MĚŘÍTKO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--</w:t>
            </w:r>
          </w:p>
        </w:tc>
      </w:tr>
      <w:tr w:rsidR="000A175F" w:rsidRPr="002B6751" w:rsidTr="00D90C28">
        <w:trPr>
          <w:cantSplit/>
          <w:trHeight w:hRule="exact" w:val="84"/>
        </w:trPr>
        <w:tc>
          <w:tcPr>
            <w:tcW w:w="690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overflowPunct w:val="0"/>
              <w:autoSpaceDE w:val="0"/>
              <w:ind w:left="-70" w:firstLine="70"/>
              <w:rPr>
                <w:rFonts w:ascii="Arial" w:hAnsi="Arial" w:cs="Arial"/>
                <w:sz w:val="4"/>
                <w:szCs w:val="4"/>
                <w:lang w:eastAsia="ar-SA"/>
              </w:rPr>
            </w:pPr>
          </w:p>
          <w:p w:rsidR="000A175F" w:rsidRPr="002B6751" w:rsidRDefault="000A175F" w:rsidP="00D90C28">
            <w:pPr>
              <w:overflowPunct w:val="0"/>
              <w:autoSpaceDE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 xml:space="preserve">NÁZEV OBJEKTU: </w:t>
            </w:r>
          </w:p>
          <w:p w:rsidR="000A175F" w:rsidRPr="002B6751" w:rsidRDefault="000A175F" w:rsidP="00D90C28">
            <w:pPr>
              <w:overflowPunct w:val="0"/>
              <w:autoSpaceDE w:val="0"/>
              <w:ind w:left="-70" w:firstLine="70"/>
              <w:rPr>
                <w:rFonts w:ascii="Arial" w:hAnsi="Arial" w:cs="Arial"/>
                <w:sz w:val="4"/>
                <w:szCs w:val="4"/>
                <w:lang w:eastAsia="ar-SA"/>
              </w:rPr>
            </w:pPr>
          </w:p>
          <w:p w:rsidR="000A175F" w:rsidRPr="002B6751" w:rsidRDefault="000A175F" w:rsidP="00D90C28">
            <w:pPr>
              <w:jc w:val="center"/>
              <w:rPr>
                <w:rFonts w:ascii="Arial" w:hAnsi="Arial"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SLABOPROUDÁ ELEKTROTECHNIKA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0A175F" w:rsidRPr="002B6751" w:rsidTr="00D90C28">
        <w:trPr>
          <w:cantSplit/>
          <w:trHeight w:val="26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rPr>
                <w:rFonts w:ascii="Arial" w:hAnsi="Arial"/>
                <w:sz w:val="20"/>
                <w:lang w:eastAsia="ar-SA"/>
              </w:rPr>
            </w:pPr>
          </w:p>
        </w:tc>
        <w:tc>
          <w:tcPr>
            <w:tcW w:w="8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Č. ZAK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62442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5033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175F" w:rsidRPr="002B6751" w:rsidRDefault="000A175F" w:rsidP="00D90C28">
            <w:pPr>
              <w:rPr>
                <w:rFonts w:ascii="Arial" w:hAnsi="Arial"/>
                <w:sz w:val="20"/>
                <w:lang w:eastAsia="ar-SA"/>
              </w:rPr>
            </w:pPr>
          </w:p>
        </w:tc>
      </w:tr>
      <w:tr w:rsidR="000A175F" w:rsidRPr="002B6751" w:rsidTr="00D90C28">
        <w:trPr>
          <w:cantSplit/>
          <w:trHeight w:val="334"/>
        </w:trPr>
        <w:tc>
          <w:tcPr>
            <w:tcW w:w="6907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175F" w:rsidRPr="002B6751" w:rsidRDefault="000A175F" w:rsidP="00D90C28">
            <w:pPr>
              <w:rPr>
                <w:rFonts w:ascii="Arial" w:hAnsi="Arial"/>
                <w:sz w:val="20"/>
                <w:lang w:eastAsia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SOUBOR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DOC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A175F" w:rsidRPr="002B6751" w:rsidRDefault="000A175F" w:rsidP="00D90C28">
            <w:pPr>
              <w:rPr>
                <w:rFonts w:ascii="Arial" w:hAnsi="Arial"/>
                <w:sz w:val="20"/>
                <w:lang w:eastAsia="ar-SA"/>
              </w:rPr>
            </w:pPr>
          </w:p>
        </w:tc>
      </w:tr>
      <w:tr w:rsidR="000A175F" w:rsidRPr="002B6751" w:rsidTr="00D90C28">
        <w:trPr>
          <w:trHeight w:val="538"/>
        </w:trPr>
        <w:tc>
          <w:tcPr>
            <w:tcW w:w="6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spacing w:line="240" w:lineRule="atLeast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 xml:space="preserve">NÁZEV PŘÍLOHY: </w:t>
            </w:r>
          </w:p>
          <w:p w:rsidR="000A175F" w:rsidRPr="002B6751" w:rsidRDefault="000A175F" w:rsidP="00D90C28">
            <w:pPr>
              <w:overflowPunct w:val="0"/>
              <w:autoSpaceDE w:val="0"/>
              <w:spacing w:line="360" w:lineRule="auto"/>
              <w:ind w:left="-70" w:firstLine="70"/>
              <w:jc w:val="center"/>
              <w:rPr>
                <w:rFonts w:ascii="Arial" w:hAnsi="Arial"/>
                <w:b/>
                <w:caps/>
                <w:sz w:val="32"/>
                <w:szCs w:val="32"/>
                <w:lang w:eastAsia="ar-SA"/>
              </w:rPr>
            </w:pPr>
            <w:r w:rsidRPr="002B6751">
              <w:rPr>
                <w:rFonts w:ascii="Arial" w:hAnsi="Arial"/>
                <w:b/>
                <w:caps/>
                <w:sz w:val="32"/>
                <w:szCs w:val="32"/>
                <w:lang w:eastAsia="ar-SA"/>
              </w:rPr>
              <w:t>TECHNICKÁ ZPRÁVA</w:t>
            </w:r>
          </w:p>
        </w:tc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A175F" w:rsidRPr="002B6751" w:rsidRDefault="000A175F" w:rsidP="00D90C28">
            <w:pPr>
              <w:overflowPunct w:val="0"/>
              <w:autoSpaceDE w:val="0"/>
              <w:snapToGrid w:val="0"/>
              <w:ind w:left="-70" w:firstLine="70"/>
              <w:jc w:val="center"/>
              <w:rPr>
                <w:rFonts w:ascii="Arial" w:hAnsi="Arial" w:cs="Arial"/>
                <w:sz w:val="4"/>
                <w:szCs w:val="4"/>
                <w:lang w:eastAsia="ar-SA"/>
              </w:rPr>
            </w:pPr>
          </w:p>
          <w:p w:rsidR="000A175F" w:rsidRPr="002B6751" w:rsidRDefault="000A175F" w:rsidP="00D90C28">
            <w:pPr>
              <w:overflowPunct w:val="0"/>
              <w:autoSpaceDE w:val="0"/>
              <w:ind w:left="-70" w:firstLine="70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2B6751">
              <w:rPr>
                <w:rFonts w:ascii="Arial" w:hAnsi="Arial" w:cs="Arial"/>
                <w:sz w:val="16"/>
                <w:szCs w:val="16"/>
                <w:lang w:eastAsia="ar-SA"/>
              </w:rPr>
              <w:t>Č. PŘÍLOHY:</w:t>
            </w:r>
          </w:p>
          <w:p w:rsidR="000A175F" w:rsidRPr="002B6751" w:rsidRDefault="000A175F" w:rsidP="00D90C28">
            <w:pPr>
              <w:overflowPunct w:val="0"/>
              <w:autoSpaceDE w:val="0"/>
              <w:ind w:left="-70" w:firstLine="70"/>
              <w:rPr>
                <w:rFonts w:ascii="Arial" w:hAnsi="Arial" w:cs="Arial"/>
                <w:sz w:val="8"/>
                <w:szCs w:val="8"/>
                <w:lang w:eastAsia="ar-SA"/>
              </w:rPr>
            </w:pPr>
          </w:p>
          <w:p w:rsidR="000A175F" w:rsidRPr="007D2C8C" w:rsidRDefault="000A175F" w:rsidP="000A175F">
            <w:pPr>
              <w:overflowPunct w:val="0"/>
              <w:autoSpaceDE w:val="0"/>
              <w:spacing w:line="240" w:lineRule="atLeast"/>
              <w:jc w:val="center"/>
              <w:rPr>
                <w:rFonts w:ascii="Arial" w:hAnsi="Arial" w:cs="Arial"/>
                <w:b/>
                <w:sz w:val="26"/>
                <w:szCs w:val="26"/>
                <w:lang w:eastAsia="ar-SA"/>
              </w:rPr>
            </w:pPr>
            <w:r w:rsidRPr="007D2C8C">
              <w:rPr>
                <w:rFonts w:ascii="Arial" w:hAnsi="Arial" w:cs="Arial"/>
                <w:b/>
                <w:sz w:val="26"/>
                <w:szCs w:val="26"/>
              </w:rPr>
              <w:t>15033-DPS-D.1.4.6-SO0</w:t>
            </w:r>
            <w:r>
              <w:rPr>
                <w:rFonts w:ascii="Arial" w:hAnsi="Arial" w:cs="Arial"/>
                <w:b/>
                <w:sz w:val="26"/>
                <w:szCs w:val="26"/>
              </w:rPr>
              <w:t>4</w:t>
            </w:r>
            <w:r w:rsidRPr="007D2C8C">
              <w:rPr>
                <w:rFonts w:ascii="Arial" w:hAnsi="Arial" w:cs="Arial"/>
                <w:b/>
                <w:sz w:val="26"/>
                <w:szCs w:val="26"/>
              </w:rPr>
              <w:t>-01</w:t>
            </w:r>
          </w:p>
        </w:tc>
      </w:tr>
    </w:tbl>
    <w:p w:rsidR="000A175F" w:rsidRDefault="000A175F" w:rsidP="000A175F">
      <w:pPr>
        <w:rPr>
          <w:rFonts w:ascii="Arial" w:hAnsi="Arial" w:cs="Arial"/>
          <w:b/>
          <w:color w:val="000000"/>
        </w:rPr>
      </w:pPr>
    </w:p>
    <w:p w:rsidR="000A175F" w:rsidRDefault="000A175F" w:rsidP="000A175F">
      <w:pPr>
        <w:rPr>
          <w:rFonts w:ascii="Arial" w:hAnsi="Arial" w:cs="Arial"/>
          <w:b/>
          <w:color w:val="000000"/>
        </w:rPr>
      </w:pPr>
    </w:p>
    <w:p w:rsidR="000A175F" w:rsidRDefault="000A175F" w:rsidP="000A175F">
      <w:pPr>
        <w:rPr>
          <w:rFonts w:ascii="Arial" w:hAnsi="Arial" w:cs="Arial"/>
          <w:b/>
          <w:color w:val="000000"/>
        </w:rPr>
      </w:pPr>
    </w:p>
    <w:p w:rsidR="000A175F" w:rsidRDefault="000A175F" w:rsidP="000A175F">
      <w:pPr>
        <w:rPr>
          <w:rFonts w:ascii="Arial" w:hAnsi="Arial" w:cs="Arial"/>
          <w:b/>
          <w:color w:val="000000"/>
        </w:rPr>
      </w:pPr>
    </w:p>
    <w:p w:rsidR="000A175F" w:rsidRDefault="000A175F" w:rsidP="000A175F">
      <w:pPr>
        <w:rPr>
          <w:rFonts w:ascii="Arial" w:hAnsi="Arial" w:cs="Arial"/>
          <w:b/>
          <w:color w:val="000000"/>
        </w:rPr>
      </w:pPr>
    </w:p>
    <w:p w:rsidR="00C4503E" w:rsidRPr="004735E8" w:rsidRDefault="00C4503E" w:rsidP="00A36875">
      <w:pPr>
        <w:pStyle w:val="Zkladntext"/>
        <w:jc w:val="both"/>
        <w:rPr>
          <w:rFonts w:cs="Arial"/>
          <w:szCs w:val="24"/>
        </w:rPr>
      </w:pPr>
    </w:p>
    <w:p w:rsidR="00186710" w:rsidRPr="004735E8" w:rsidRDefault="00186710" w:rsidP="00A36875">
      <w:pPr>
        <w:pStyle w:val="Zkladntext"/>
        <w:jc w:val="both"/>
        <w:rPr>
          <w:rFonts w:cs="Arial"/>
          <w:b/>
          <w:bCs/>
          <w:szCs w:val="24"/>
        </w:rPr>
      </w:pPr>
      <w:r w:rsidRPr="004735E8">
        <w:rPr>
          <w:rFonts w:cs="Arial"/>
          <w:b/>
          <w:bCs/>
          <w:szCs w:val="24"/>
        </w:rPr>
        <w:t>Obsah:</w:t>
      </w:r>
    </w:p>
    <w:p w:rsidR="00875D33" w:rsidRDefault="00186710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 w:rsidRPr="004735E8">
        <w:rPr>
          <w:rFonts w:cs="Arial"/>
          <w:szCs w:val="20"/>
        </w:rPr>
        <w:fldChar w:fldCharType="begin"/>
      </w:r>
      <w:r w:rsidRPr="004735E8">
        <w:rPr>
          <w:rFonts w:cs="Arial"/>
        </w:rPr>
        <w:instrText xml:space="preserve"> TOC \o "1-3" \h \z \u </w:instrText>
      </w:r>
      <w:r w:rsidRPr="004735E8">
        <w:rPr>
          <w:rFonts w:cs="Arial"/>
          <w:szCs w:val="20"/>
        </w:rPr>
        <w:fldChar w:fldCharType="separate"/>
      </w:r>
      <w:hyperlink w:anchor="_Toc453501148" w:history="1">
        <w:r w:rsidR="00875D33" w:rsidRPr="006F1B93">
          <w:rPr>
            <w:rStyle w:val="Hypertextovodkaz"/>
          </w:rPr>
          <w:t>1.</w:t>
        </w:r>
        <w:r w:rsidR="00875D33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875D33" w:rsidRPr="006F1B93">
          <w:rPr>
            <w:rStyle w:val="Hypertextovodkaz"/>
          </w:rPr>
          <w:t>VŠEOBECNÁ ČÁST</w:t>
        </w:r>
        <w:r w:rsidR="00875D33">
          <w:rPr>
            <w:webHidden/>
          </w:rPr>
          <w:tab/>
        </w:r>
        <w:r w:rsidR="00875D33">
          <w:rPr>
            <w:webHidden/>
          </w:rPr>
          <w:fldChar w:fldCharType="begin"/>
        </w:r>
        <w:r w:rsidR="00875D33">
          <w:rPr>
            <w:webHidden/>
          </w:rPr>
          <w:instrText xml:space="preserve"> PAGEREF _Toc453501148 \h </w:instrText>
        </w:r>
        <w:r w:rsidR="00875D33">
          <w:rPr>
            <w:webHidden/>
          </w:rPr>
        </w:r>
        <w:r w:rsidR="00875D33">
          <w:rPr>
            <w:webHidden/>
          </w:rPr>
          <w:fldChar w:fldCharType="separate"/>
        </w:r>
        <w:r w:rsidR="009C0A3F">
          <w:rPr>
            <w:webHidden/>
          </w:rPr>
          <w:t>2</w:t>
        </w:r>
        <w:r w:rsidR="00875D33">
          <w:rPr>
            <w:webHidden/>
          </w:rPr>
          <w:fldChar w:fldCharType="end"/>
        </w:r>
      </w:hyperlink>
    </w:p>
    <w:p w:rsidR="00875D33" w:rsidRDefault="00682965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53501149" w:history="1">
        <w:r w:rsidR="00875D33" w:rsidRPr="006F1B93">
          <w:rPr>
            <w:rStyle w:val="Hypertextovodkaz"/>
          </w:rPr>
          <w:t>1.1.</w:t>
        </w:r>
        <w:r w:rsidR="00875D33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875D33" w:rsidRPr="006F1B93">
          <w:rPr>
            <w:rStyle w:val="Hypertextovodkaz"/>
          </w:rPr>
          <w:t>Všeobecné údaje</w:t>
        </w:r>
        <w:r w:rsidR="00875D33">
          <w:rPr>
            <w:webHidden/>
          </w:rPr>
          <w:tab/>
        </w:r>
        <w:r w:rsidR="00875D33">
          <w:rPr>
            <w:webHidden/>
          </w:rPr>
          <w:fldChar w:fldCharType="begin"/>
        </w:r>
        <w:r w:rsidR="00875D33">
          <w:rPr>
            <w:webHidden/>
          </w:rPr>
          <w:instrText xml:space="preserve"> PAGEREF _Toc453501149 \h </w:instrText>
        </w:r>
        <w:r w:rsidR="00875D33">
          <w:rPr>
            <w:webHidden/>
          </w:rPr>
        </w:r>
        <w:r w:rsidR="00875D33">
          <w:rPr>
            <w:webHidden/>
          </w:rPr>
          <w:fldChar w:fldCharType="separate"/>
        </w:r>
        <w:r w:rsidR="009C0A3F">
          <w:rPr>
            <w:webHidden/>
          </w:rPr>
          <w:t>2</w:t>
        </w:r>
        <w:r w:rsidR="00875D33">
          <w:rPr>
            <w:webHidden/>
          </w:rPr>
          <w:fldChar w:fldCharType="end"/>
        </w:r>
      </w:hyperlink>
    </w:p>
    <w:p w:rsidR="00875D33" w:rsidRDefault="00682965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53501150" w:history="1">
        <w:r w:rsidR="00875D33" w:rsidRPr="006F1B93">
          <w:rPr>
            <w:rStyle w:val="Hypertextovodkaz"/>
          </w:rPr>
          <w:t>1.2.</w:t>
        </w:r>
        <w:r w:rsidR="00875D33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875D33" w:rsidRPr="006F1B93">
          <w:rPr>
            <w:rStyle w:val="Hypertextovodkaz"/>
          </w:rPr>
          <w:t>Výchozí podklady</w:t>
        </w:r>
        <w:r w:rsidR="00875D33">
          <w:rPr>
            <w:webHidden/>
          </w:rPr>
          <w:tab/>
        </w:r>
        <w:r w:rsidR="00875D33">
          <w:rPr>
            <w:webHidden/>
          </w:rPr>
          <w:fldChar w:fldCharType="begin"/>
        </w:r>
        <w:r w:rsidR="00875D33">
          <w:rPr>
            <w:webHidden/>
          </w:rPr>
          <w:instrText xml:space="preserve"> PAGEREF _Toc453501150 \h </w:instrText>
        </w:r>
        <w:r w:rsidR="00875D33">
          <w:rPr>
            <w:webHidden/>
          </w:rPr>
        </w:r>
        <w:r w:rsidR="00875D33">
          <w:rPr>
            <w:webHidden/>
          </w:rPr>
          <w:fldChar w:fldCharType="separate"/>
        </w:r>
        <w:r w:rsidR="009C0A3F">
          <w:rPr>
            <w:webHidden/>
          </w:rPr>
          <w:t>2</w:t>
        </w:r>
        <w:r w:rsidR="00875D33">
          <w:rPr>
            <w:webHidden/>
          </w:rPr>
          <w:fldChar w:fldCharType="end"/>
        </w:r>
      </w:hyperlink>
    </w:p>
    <w:p w:rsidR="00875D33" w:rsidRDefault="00682965">
      <w:pPr>
        <w:pStyle w:val="Obsah1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53501151" w:history="1">
        <w:r w:rsidR="00875D33" w:rsidRPr="006F1B93">
          <w:rPr>
            <w:rStyle w:val="Hypertextovodkaz"/>
          </w:rPr>
          <w:t>2.</w:t>
        </w:r>
        <w:r w:rsidR="00875D33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875D33" w:rsidRPr="006F1B93">
          <w:rPr>
            <w:rStyle w:val="Hypertextovodkaz"/>
          </w:rPr>
          <w:t>TECHNICKÉ ŘEŠENÍ</w:t>
        </w:r>
        <w:r w:rsidR="00875D33">
          <w:rPr>
            <w:webHidden/>
          </w:rPr>
          <w:tab/>
        </w:r>
        <w:r w:rsidR="00875D33">
          <w:rPr>
            <w:webHidden/>
          </w:rPr>
          <w:fldChar w:fldCharType="begin"/>
        </w:r>
        <w:r w:rsidR="00875D33">
          <w:rPr>
            <w:webHidden/>
          </w:rPr>
          <w:instrText xml:space="preserve"> PAGEREF _Toc453501151 \h </w:instrText>
        </w:r>
        <w:r w:rsidR="00875D33">
          <w:rPr>
            <w:webHidden/>
          </w:rPr>
        </w:r>
        <w:r w:rsidR="00875D33">
          <w:rPr>
            <w:webHidden/>
          </w:rPr>
          <w:fldChar w:fldCharType="separate"/>
        </w:r>
        <w:r w:rsidR="009C0A3F">
          <w:rPr>
            <w:webHidden/>
          </w:rPr>
          <w:t>2</w:t>
        </w:r>
        <w:r w:rsidR="00875D33">
          <w:rPr>
            <w:webHidden/>
          </w:rPr>
          <w:fldChar w:fldCharType="end"/>
        </w:r>
      </w:hyperlink>
    </w:p>
    <w:p w:rsidR="00875D33" w:rsidRDefault="00682965">
      <w:pPr>
        <w:pStyle w:val="Obsah2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453501152" w:history="1">
        <w:r w:rsidR="00875D33" w:rsidRPr="006F1B93">
          <w:rPr>
            <w:rStyle w:val="Hypertextovodkaz"/>
          </w:rPr>
          <w:t>2.1.</w:t>
        </w:r>
        <w:r w:rsidR="00875D33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</w:rPr>
          <w:tab/>
        </w:r>
        <w:r w:rsidR="00875D33" w:rsidRPr="006F1B93">
          <w:rPr>
            <w:rStyle w:val="Hypertextovodkaz"/>
          </w:rPr>
          <w:t>ÚPRAVY INSTALAČNÍHO KANÁLU</w:t>
        </w:r>
        <w:r w:rsidR="00875D33">
          <w:rPr>
            <w:webHidden/>
          </w:rPr>
          <w:tab/>
        </w:r>
        <w:r w:rsidR="00875D33">
          <w:rPr>
            <w:webHidden/>
          </w:rPr>
          <w:fldChar w:fldCharType="begin"/>
        </w:r>
        <w:r w:rsidR="00875D33">
          <w:rPr>
            <w:webHidden/>
          </w:rPr>
          <w:instrText xml:space="preserve"> PAGEREF _Toc453501152 \h </w:instrText>
        </w:r>
        <w:r w:rsidR="00875D33">
          <w:rPr>
            <w:webHidden/>
          </w:rPr>
        </w:r>
        <w:r w:rsidR="00875D33">
          <w:rPr>
            <w:webHidden/>
          </w:rPr>
          <w:fldChar w:fldCharType="separate"/>
        </w:r>
        <w:r w:rsidR="009C0A3F">
          <w:rPr>
            <w:webHidden/>
          </w:rPr>
          <w:t>2</w:t>
        </w:r>
        <w:r w:rsidR="00875D33">
          <w:rPr>
            <w:webHidden/>
          </w:rPr>
          <w:fldChar w:fldCharType="end"/>
        </w:r>
      </w:hyperlink>
    </w:p>
    <w:p w:rsidR="00875D33" w:rsidRDefault="00682965">
      <w:pPr>
        <w:pStyle w:val="Obsah3"/>
        <w:tabs>
          <w:tab w:val="left" w:pos="132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53501153" w:history="1">
        <w:r w:rsidR="00875D33" w:rsidRPr="006F1B93">
          <w:rPr>
            <w:rStyle w:val="Hypertextovodkaz"/>
            <w:noProof/>
          </w:rPr>
          <w:t>2.1.1.</w:t>
        </w:r>
        <w:r w:rsidR="00875D3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75D33" w:rsidRPr="006F1B93">
          <w:rPr>
            <w:rStyle w:val="Hypertextovodkaz"/>
            <w:noProof/>
          </w:rPr>
          <w:t>Popis prací</w:t>
        </w:r>
        <w:r w:rsidR="00875D33">
          <w:rPr>
            <w:noProof/>
            <w:webHidden/>
          </w:rPr>
          <w:tab/>
        </w:r>
        <w:r w:rsidR="00875D33">
          <w:rPr>
            <w:noProof/>
            <w:webHidden/>
          </w:rPr>
          <w:fldChar w:fldCharType="begin"/>
        </w:r>
        <w:r w:rsidR="00875D33">
          <w:rPr>
            <w:noProof/>
            <w:webHidden/>
          </w:rPr>
          <w:instrText xml:space="preserve"> PAGEREF _Toc453501153 \h </w:instrText>
        </w:r>
        <w:r w:rsidR="00875D33">
          <w:rPr>
            <w:noProof/>
            <w:webHidden/>
          </w:rPr>
        </w:r>
        <w:r w:rsidR="00875D33">
          <w:rPr>
            <w:noProof/>
            <w:webHidden/>
          </w:rPr>
          <w:fldChar w:fldCharType="separate"/>
        </w:r>
        <w:r w:rsidR="009C0A3F">
          <w:rPr>
            <w:noProof/>
            <w:webHidden/>
          </w:rPr>
          <w:t>2</w:t>
        </w:r>
        <w:r w:rsidR="00875D33">
          <w:rPr>
            <w:noProof/>
            <w:webHidden/>
          </w:rPr>
          <w:fldChar w:fldCharType="end"/>
        </w:r>
      </w:hyperlink>
    </w:p>
    <w:p w:rsidR="00FD5869" w:rsidRDefault="00186710" w:rsidP="00A36875">
      <w:pPr>
        <w:pStyle w:val="Zkladntext"/>
        <w:jc w:val="both"/>
        <w:rPr>
          <w:rFonts w:cs="Arial"/>
          <w:szCs w:val="24"/>
        </w:rPr>
      </w:pPr>
      <w:r w:rsidRPr="004735E8">
        <w:rPr>
          <w:rFonts w:cs="Arial"/>
          <w:szCs w:val="24"/>
        </w:rPr>
        <w:fldChar w:fldCharType="end"/>
      </w:r>
    </w:p>
    <w:p w:rsidR="00CB1DDA" w:rsidRDefault="00CB1DDA" w:rsidP="00A36875">
      <w:pPr>
        <w:pStyle w:val="Zkladntext"/>
        <w:jc w:val="both"/>
        <w:rPr>
          <w:rFonts w:cs="Arial"/>
          <w:szCs w:val="24"/>
        </w:rPr>
      </w:pPr>
    </w:p>
    <w:p w:rsidR="00186710" w:rsidRPr="004E1C24" w:rsidRDefault="00186710" w:rsidP="00A56895">
      <w:pPr>
        <w:pStyle w:val="Nadpis1"/>
      </w:pPr>
      <w:bookmarkStart w:id="1" w:name="_Toc453501148"/>
      <w:r w:rsidRPr="004E1C24">
        <w:t>VŠEOBECNÁ ČÁST</w:t>
      </w:r>
      <w:bookmarkEnd w:id="1"/>
    </w:p>
    <w:p w:rsidR="00186710" w:rsidRPr="004E1C24" w:rsidRDefault="00186710" w:rsidP="00CB0006">
      <w:pPr>
        <w:pStyle w:val="Nadpis2"/>
      </w:pPr>
      <w:bookmarkStart w:id="2" w:name="_Toc453501149"/>
      <w:r w:rsidRPr="004E1C24">
        <w:t>Všeobecné údaje</w:t>
      </w:r>
      <w:bookmarkEnd w:id="2"/>
    </w:p>
    <w:p w:rsidR="00C4503E" w:rsidRPr="004735E8" w:rsidRDefault="00186710" w:rsidP="00A36875">
      <w:pPr>
        <w:pStyle w:val="Zkladntext"/>
        <w:jc w:val="both"/>
        <w:rPr>
          <w:rFonts w:cs="Arial"/>
          <w:szCs w:val="22"/>
        </w:rPr>
      </w:pPr>
      <w:r w:rsidRPr="004735E8">
        <w:rPr>
          <w:rFonts w:cs="Arial"/>
          <w:b/>
          <w:bCs/>
          <w:szCs w:val="22"/>
        </w:rPr>
        <w:t xml:space="preserve">    Název stavby</w:t>
      </w:r>
      <w:r w:rsidRPr="004735E8">
        <w:rPr>
          <w:rFonts w:cs="Arial"/>
          <w:szCs w:val="22"/>
        </w:rPr>
        <w:t>:</w:t>
      </w:r>
      <w:r w:rsidRPr="004735E8">
        <w:rPr>
          <w:rFonts w:cs="Arial"/>
          <w:szCs w:val="22"/>
        </w:rPr>
        <w:tab/>
      </w:r>
      <w:r w:rsidRPr="004735E8">
        <w:rPr>
          <w:rFonts w:cs="Arial"/>
          <w:szCs w:val="22"/>
        </w:rPr>
        <w:tab/>
      </w:r>
      <w:r w:rsidR="004E1C24" w:rsidRPr="004735E8">
        <w:rPr>
          <w:rFonts w:cs="Arial"/>
          <w:szCs w:val="22"/>
        </w:rPr>
        <w:t>Laboratoře a onkologie, Oblastní nemocnice Jičín a.s.</w:t>
      </w:r>
    </w:p>
    <w:p w:rsidR="00C4503E" w:rsidRPr="004735E8" w:rsidRDefault="00186710" w:rsidP="00A36875">
      <w:pPr>
        <w:pStyle w:val="Zkladntext"/>
        <w:jc w:val="both"/>
        <w:rPr>
          <w:rFonts w:cs="Arial"/>
          <w:szCs w:val="22"/>
        </w:rPr>
      </w:pPr>
      <w:r w:rsidRPr="004735E8">
        <w:rPr>
          <w:rFonts w:cs="Arial"/>
          <w:szCs w:val="22"/>
        </w:rPr>
        <w:t xml:space="preserve">    </w:t>
      </w:r>
      <w:r w:rsidRPr="004735E8">
        <w:rPr>
          <w:rFonts w:cs="Arial"/>
          <w:b/>
          <w:bCs/>
          <w:szCs w:val="22"/>
        </w:rPr>
        <w:t>Investor</w:t>
      </w:r>
      <w:r w:rsidRPr="004735E8">
        <w:rPr>
          <w:rFonts w:cs="Arial"/>
          <w:szCs w:val="22"/>
        </w:rPr>
        <w:t>:</w:t>
      </w:r>
      <w:r w:rsidRPr="004735E8">
        <w:rPr>
          <w:rFonts w:cs="Arial"/>
          <w:szCs w:val="22"/>
        </w:rPr>
        <w:tab/>
      </w:r>
      <w:r w:rsidRPr="004735E8">
        <w:rPr>
          <w:rFonts w:cs="Arial"/>
          <w:szCs w:val="22"/>
        </w:rPr>
        <w:tab/>
      </w:r>
      <w:r w:rsidRPr="004735E8">
        <w:rPr>
          <w:rFonts w:cs="Arial"/>
          <w:szCs w:val="22"/>
        </w:rPr>
        <w:tab/>
      </w:r>
      <w:r w:rsidR="004E1C24" w:rsidRPr="004735E8">
        <w:rPr>
          <w:rFonts w:cs="Arial"/>
          <w:szCs w:val="22"/>
        </w:rPr>
        <w:t>Královéhradecký kraj</w:t>
      </w:r>
      <w:r w:rsidR="00C4503E" w:rsidRPr="004735E8">
        <w:rPr>
          <w:rFonts w:cs="Arial"/>
          <w:szCs w:val="22"/>
        </w:rPr>
        <w:t xml:space="preserve">, </w:t>
      </w:r>
    </w:p>
    <w:p w:rsidR="00D91170" w:rsidRPr="004735E8" w:rsidRDefault="00A56895" w:rsidP="00A36875">
      <w:pPr>
        <w:pStyle w:val="Zkladntext"/>
        <w:ind w:left="2127" w:firstLine="709"/>
        <w:jc w:val="both"/>
        <w:rPr>
          <w:rFonts w:cs="Arial"/>
          <w:szCs w:val="22"/>
        </w:rPr>
      </w:pPr>
      <w:r w:rsidRPr="004735E8">
        <w:rPr>
          <w:rFonts w:cs="Arial"/>
          <w:szCs w:val="22"/>
        </w:rPr>
        <w:t>Pivovarské náměstí 1245</w:t>
      </w:r>
      <w:r w:rsidR="00C4503E" w:rsidRPr="004735E8">
        <w:rPr>
          <w:rFonts w:cs="Arial"/>
          <w:szCs w:val="22"/>
        </w:rPr>
        <w:t xml:space="preserve">, </w:t>
      </w:r>
      <w:r w:rsidRPr="004735E8">
        <w:rPr>
          <w:rFonts w:cs="Arial"/>
          <w:szCs w:val="22"/>
        </w:rPr>
        <w:t>500 03 Hradec Králové</w:t>
      </w:r>
    </w:p>
    <w:p w:rsidR="00DF27A9" w:rsidRPr="004735E8" w:rsidRDefault="00186710" w:rsidP="00A36875">
      <w:pPr>
        <w:pStyle w:val="Zkladntext"/>
        <w:jc w:val="both"/>
        <w:rPr>
          <w:rFonts w:cs="Arial"/>
          <w:szCs w:val="22"/>
        </w:rPr>
      </w:pPr>
      <w:r w:rsidRPr="004735E8">
        <w:rPr>
          <w:rFonts w:cs="Arial"/>
          <w:b/>
          <w:bCs/>
          <w:szCs w:val="22"/>
        </w:rPr>
        <w:t xml:space="preserve">    Název PS</w:t>
      </w:r>
      <w:r w:rsidRPr="004735E8">
        <w:rPr>
          <w:rFonts w:cs="Arial"/>
          <w:szCs w:val="22"/>
        </w:rPr>
        <w:t>:</w:t>
      </w:r>
      <w:r w:rsidRPr="004735E8">
        <w:rPr>
          <w:rFonts w:cs="Arial"/>
          <w:szCs w:val="22"/>
        </w:rPr>
        <w:tab/>
      </w:r>
      <w:r w:rsidRPr="004735E8">
        <w:rPr>
          <w:rFonts w:cs="Arial"/>
          <w:szCs w:val="22"/>
        </w:rPr>
        <w:tab/>
      </w:r>
      <w:r w:rsidRPr="004735E8">
        <w:rPr>
          <w:rFonts w:cs="Arial"/>
          <w:szCs w:val="22"/>
        </w:rPr>
        <w:tab/>
      </w:r>
      <w:r w:rsidR="00763EA3" w:rsidRPr="00763EA3">
        <w:rPr>
          <w:rFonts w:cs="Arial"/>
          <w:szCs w:val="22"/>
        </w:rPr>
        <w:t>15033-D</w:t>
      </w:r>
      <w:r w:rsidR="00D27056">
        <w:rPr>
          <w:rFonts w:cs="Arial"/>
          <w:szCs w:val="22"/>
        </w:rPr>
        <w:t>PS</w:t>
      </w:r>
      <w:r w:rsidR="00763EA3" w:rsidRPr="00763EA3">
        <w:rPr>
          <w:rFonts w:cs="Arial"/>
          <w:szCs w:val="22"/>
        </w:rPr>
        <w:t xml:space="preserve">-D.1.4.6-SO 04-01 </w:t>
      </w:r>
      <w:r w:rsidR="00763EA3">
        <w:rPr>
          <w:rFonts w:cs="Arial"/>
          <w:szCs w:val="22"/>
        </w:rPr>
        <w:t>Slaboproudá elektrotechnika</w:t>
      </w:r>
    </w:p>
    <w:p w:rsidR="00186710" w:rsidRPr="004E1C24" w:rsidRDefault="00186710" w:rsidP="00CB0006">
      <w:pPr>
        <w:pStyle w:val="Nadpis2"/>
      </w:pPr>
      <w:bookmarkStart w:id="3" w:name="_Toc453501150"/>
      <w:r w:rsidRPr="004E1C24">
        <w:t>Výchozí podklady</w:t>
      </w:r>
      <w:bookmarkEnd w:id="3"/>
    </w:p>
    <w:p w:rsidR="00186710" w:rsidRPr="004735E8" w:rsidRDefault="00186710" w:rsidP="00A36875">
      <w:pPr>
        <w:pStyle w:val="Zkladntext"/>
        <w:jc w:val="both"/>
        <w:rPr>
          <w:rFonts w:cs="Arial"/>
          <w:szCs w:val="24"/>
        </w:rPr>
      </w:pPr>
      <w:r w:rsidRPr="004735E8">
        <w:rPr>
          <w:rFonts w:cs="Arial"/>
          <w:szCs w:val="24"/>
        </w:rPr>
        <w:t>Pro zpracování této zprávy bylo použito následujících podkladů:</w:t>
      </w:r>
    </w:p>
    <w:p w:rsidR="00186710" w:rsidRPr="004735E8" w:rsidRDefault="00186710" w:rsidP="00A36875">
      <w:pPr>
        <w:pStyle w:val="Zkladntext"/>
        <w:jc w:val="both"/>
        <w:rPr>
          <w:rFonts w:cs="Arial"/>
          <w:szCs w:val="24"/>
        </w:rPr>
      </w:pPr>
      <w:r w:rsidRPr="004735E8">
        <w:rPr>
          <w:rFonts w:cs="Arial"/>
          <w:szCs w:val="24"/>
        </w:rPr>
        <w:t xml:space="preserve">- Půdorysné podklady dodané </w:t>
      </w:r>
      <w:r w:rsidR="00C207FB" w:rsidRPr="004735E8">
        <w:rPr>
          <w:rFonts w:cs="Arial"/>
          <w:szCs w:val="24"/>
        </w:rPr>
        <w:t>GP</w:t>
      </w:r>
    </w:p>
    <w:p w:rsidR="00186710" w:rsidRPr="004735E8" w:rsidRDefault="00186710" w:rsidP="00A36875">
      <w:pPr>
        <w:pStyle w:val="Zkladntext"/>
        <w:jc w:val="both"/>
        <w:rPr>
          <w:rFonts w:cs="Arial"/>
          <w:szCs w:val="24"/>
        </w:rPr>
      </w:pPr>
      <w:r w:rsidRPr="004735E8">
        <w:rPr>
          <w:rFonts w:cs="Arial"/>
          <w:szCs w:val="24"/>
        </w:rPr>
        <w:t>- Koordinace s ostatními profesemi</w:t>
      </w:r>
    </w:p>
    <w:p w:rsidR="00186710" w:rsidRPr="004735E8" w:rsidRDefault="00186710" w:rsidP="00A36875">
      <w:pPr>
        <w:pStyle w:val="Zkladntext"/>
        <w:jc w:val="both"/>
        <w:rPr>
          <w:rFonts w:cs="Arial"/>
          <w:szCs w:val="24"/>
        </w:rPr>
      </w:pPr>
      <w:r w:rsidRPr="004735E8">
        <w:rPr>
          <w:rFonts w:cs="Arial"/>
          <w:szCs w:val="24"/>
        </w:rPr>
        <w:t xml:space="preserve">- </w:t>
      </w:r>
      <w:r w:rsidR="00D91170" w:rsidRPr="004735E8">
        <w:rPr>
          <w:rFonts w:cs="Arial"/>
          <w:szCs w:val="24"/>
        </w:rPr>
        <w:t>Požadavky investora</w:t>
      </w:r>
    </w:p>
    <w:p w:rsidR="00186710" w:rsidRPr="004735E8" w:rsidRDefault="00186710" w:rsidP="00A36875">
      <w:pPr>
        <w:pStyle w:val="Zkladntext"/>
        <w:jc w:val="both"/>
        <w:rPr>
          <w:rFonts w:cs="Arial"/>
          <w:szCs w:val="24"/>
        </w:rPr>
      </w:pPr>
    </w:p>
    <w:p w:rsidR="00186710" w:rsidRPr="004735E8" w:rsidRDefault="00186710" w:rsidP="00A36875">
      <w:pPr>
        <w:pStyle w:val="Zkladntext"/>
        <w:jc w:val="both"/>
        <w:rPr>
          <w:rFonts w:cs="Arial"/>
          <w:b/>
          <w:bCs/>
          <w:i/>
          <w:iCs/>
          <w:szCs w:val="24"/>
        </w:rPr>
      </w:pPr>
      <w:r w:rsidRPr="004735E8">
        <w:rPr>
          <w:rFonts w:cs="Arial"/>
          <w:b/>
          <w:bCs/>
          <w:i/>
          <w:iCs/>
          <w:szCs w:val="24"/>
        </w:rPr>
        <w:t>Základní normy:</w:t>
      </w:r>
    </w:p>
    <w:p w:rsidR="00186710" w:rsidRPr="004735E8" w:rsidRDefault="00186710" w:rsidP="00A36875">
      <w:pPr>
        <w:pStyle w:val="Zkladntext"/>
        <w:jc w:val="both"/>
        <w:rPr>
          <w:rFonts w:cs="Arial"/>
          <w:b/>
          <w:bCs/>
          <w:i/>
          <w:iCs/>
          <w:szCs w:val="24"/>
        </w:rPr>
      </w:pPr>
      <w:r w:rsidRPr="004735E8">
        <w:rPr>
          <w:rFonts w:cs="Arial"/>
          <w:b/>
          <w:bCs/>
          <w:i/>
          <w:iCs/>
          <w:szCs w:val="24"/>
        </w:rPr>
        <w:t>Všeobecné</w:t>
      </w:r>
    </w:p>
    <w:p w:rsidR="00186710" w:rsidRPr="004735E8" w:rsidRDefault="00186710" w:rsidP="00A36875">
      <w:pPr>
        <w:pStyle w:val="Zkladntext"/>
        <w:jc w:val="both"/>
        <w:rPr>
          <w:rFonts w:cs="Arial"/>
          <w:szCs w:val="24"/>
        </w:rPr>
      </w:pPr>
      <w:r w:rsidRPr="004735E8">
        <w:rPr>
          <w:rFonts w:cs="Arial"/>
          <w:i/>
          <w:iCs/>
          <w:szCs w:val="24"/>
        </w:rPr>
        <w:t>ČSN 34 2300</w:t>
      </w:r>
      <w:r w:rsidRPr="004735E8">
        <w:rPr>
          <w:rFonts w:cs="Arial"/>
          <w:szCs w:val="24"/>
        </w:rPr>
        <w:t xml:space="preserve">             - Předpisy pro vnitřní rozvody sdělovací vedení</w:t>
      </w:r>
    </w:p>
    <w:p w:rsidR="00186710" w:rsidRPr="004735E8" w:rsidRDefault="00186710" w:rsidP="00A36875">
      <w:pPr>
        <w:pStyle w:val="Zkladntext"/>
        <w:jc w:val="both"/>
        <w:rPr>
          <w:rFonts w:cs="Arial"/>
          <w:szCs w:val="22"/>
        </w:rPr>
      </w:pPr>
      <w:r w:rsidRPr="004735E8">
        <w:rPr>
          <w:rFonts w:cs="Arial"/>
          <w:szCs w:val="22"/>
        </w:rPr>
        <w:t>Soubor norem ČSN 33 2000 atd.</w:t>
      </w:r>
    </w:p>
    <w:p w:rsidR="00186710" w:rsidRPr="004E1C24" w:rsidRDefault="00186710" w:rsidP="00A56895">
      <w:pPr>
        <w:pStyle w:val="Nadpis1"/>
      </w:pPr>
      <w:bookmarkStart w:id="4" w:name="_Toc453501151"/>
      <w:r w:rsidRPr="004E1C24">
        <w:t>TECHNICKÉ ŘEŠENÍ</w:t>
      </w:r>
      <w:bookmarkEnd w:id="4"/>
    </w:p>
    <w:p w:rsidR="005E5CD6" w:rsidRPr="004E1C24" w:rsidRDefault="00763EA3" w:rsidP="00CB0006">
      <w:pPr>
        <w:pStyle w:val="Nadpis2"/>
      </w:pPr>
      <w:bookmarkStart w:id="5" w:name="_Toc422688570"/>
      <w:bookmarkStart w:id="6" w:name="_Toc453501152"/>
      <w:r>
        <w:t>ÚPRAVY INSTALAČNÍHO KANÁLU</w:t>
      </w:r>
      <w:bookmarkEnd w:id="5"/>
      <w:bookmarkEnd w:id="6"/>
    </w:p>
    <w:p w:rsidR="005E5CD6" w:rsidRPr="00A56895" w:rsidRDefault="00097912" w:rsidP="00254AEF">
      <w:pPr>
        <w:pStyle w:val="Nadpis3"/>
      </w:pPr>
      <w:bookmarkStart w:id="7" w:name="_Toc422688571"/>
      <w:bookmarkStart w:id="8" w:name="_Toc453501153"/>
      <w:r>
        <w:t>Popis</w:t>
      </w:r>
      <w:bookmarkEnd w:id="7"/>
      <w:r>
        <w:t xml:space="preserve"> prací</w:t>
      </w:r>
      <w:bookmarkEnd w:id="8"/>
    </w:p>
    <w:p w:rsidR="00DD38EF" w:rsidRDefault="00DD38EF" w:rsidP="00CB1DDA">
      <w:pPr>
        <w:ind w:firstLine="709"/>
        <w:jc w:val="both"/>
      </w:pPr>
      <w:r>
        <w:t xml:space="preserve">V souvislosti s výstavbou budovy A v areálu nemocnice Jičín dojde také k rekonstrukci části instalačního kanálu mezi budovami areálu nemocnice. V kanále jsou vedeny stávající slaboproudé kabely sloužící různým systémům, jsou však různě zavěšeny nebo položeny na trubkách teplovodu nebo jiných médií. </w:t>
      </w:r>
    </w:p>
    <w:p w:rsidR="00DD38EF" w:rsidRDefault="00DD38EF" w:rsidP="00CB1DDA">
      <w:pPr>
        <w:ind w:firstLine="709"/>
        <w:jc w:val="both"/>
      </w:pPr>
      <w:r>
        <w:t>Z tohoto důvodu bude v rámci rekonstrukce instalován do prostoru kanálu kovový kabelový žlab. Vzhledem k prostředí se bude jednat o žlab s</w:t>
      </w:r>
      <w:r w:rsidR="00875D33">
        <w:t xml:space="preserve"> povrchovou </w:t>
      </w:r>
      <w:r>
        <w:t>úpravou</w:t>
      </w:r>
      <w:r w:rsidR="00875D33">
        <w:t xml:space="preserve"> žárovým zinkováním. Kovový kabelový žlab bude položen na samostatné výložníky připevněné do stěny kanálu.</w:t>
      </w:r>
    </w:p>
    <w:p w:rsidR="00875D33" w:rsidRDefault="00875D33" w:rsidP="00CB1DDA">
      <w:pPr>
        <w:ind w:firstLine="709"/>
        <w:jc w:val="both"/>
      </w:pPr>
      <w:r>
        <w:t>Po instalaci kovového kabelového žlabu se do žlabu následně položí všechny stávající slaboproudé kabely.</w:t>
      </w:r>
    </w:p>
    <w:p w:rsidR="00DD38EF" w:rsidRDefault="00DD38EF" w:rsidP="00875D33">
      <w:pPr>
        <w:jc w:val="both"/>
      </w:pPr>
    </w:p>
    <w:sectPr w:rsidR="00DD38EF" w:rsidSect="005E5CD6">
      <w:headerReference w:type="default" r:id="rId12"/>
      <w:footerReference w:type="default" r:id="rId13"/>
      <w:pgSz w:w="11906" w:h="16838" w:code="9"/>
      <w:pgMar w:top="1537" w:right="1134" w:bottom="1247" w:left="1418" w:header="709" w:footer="709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65" w:rsidRDefault="00682965">
      <w:r>
        <w:separator/>
      </w:r>
    </w:p>
  </w:endnote>
  <w:endnote w:type="continuationSeparator" w:id="0">
    <w:p w:rsidR="00682965" w:rsidRDefault="00682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983" w:rsidRPr="00913424" w:rsidRDefault="00AC7299" w:rsidP="00DC6C40">
    <w:pPr>
      <w:pStyle w:val="Zpat"/>
      <w:tabs>
        <w:tab w:val="clear" w:pos="9072"/>
        <w:tab w:val="left" w:pos="1170"/>
        <w:tab w:val="left" w:pos="8222"/>
      </w:tabs>
      <w:ind w:right="-2"/>
      <w:rPr>
        <w:rStyle w:val="slostrnky"/>
        <w:position w:val="12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7C970E" wp14:editId="26BBE827">
              <wp:simplePos x="0" y="0"/>
              <wp:positionH relativeFrom="column">
                <wp:posOffset>-198755</wp:posOffset>
              </wp:positionH>
              <wp:positionV relativeFrom="paragraph">
                <wp:posOffset>-3175</wp:posOffset>
              </wp:positionV>
              <wp:extent cx="6238875" cy="0"/>
              <wp:effectExtent l="10795" t="15875" r="17780" b="12700"/>
              <wp:wrapTopAndBottom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388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65pt,-.25pt" to="475.6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uND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" strokeweight="1.5pt">
              <w10:wrap type="topAndBottom"/>
            </v:line>
          </w:pict>
        </mc:Fallback>
      </mc:AlternateContent>
    </w:r>
    <w:r w:rsidR="00613983" w:rsidRPr="00913424">
      <w:rPr>
        <w:rStyle w:val="slostrnky"/>
        <w:sz w:val="16"/>
        <w:szCs w:val="16"/>
      </w:rPr>
      <w:tab/>
    </w:r>
    <w:r w:rsidR="00613983" w:rsidRPr="00913424">
      <w:rPr>
        <w:rStyle w:val="slostrnky"/>
        <w:sz w:val="16"/>
        <w:szCs w:val="16"/>
      </w:rPr>
      <w:tab/>
      <w:t xml:space="preserve">strana </w:t>
    </w:r>
    <w:r w:rsidR="00613983" w:rsidRPr="00913424">
      <w:rPr>
        <w:rStyle w:val="slostrnky"/>
        <w:sz w:val="16"/>
        <w:szCs w:val="16"/>
      </w:rPr>
      <w:fldChar w:fldCharType="begin"/>
    </w:r>
    <w:r w:rsidR="00613983" w:rsidRPr="00913424">
      <w:rPr>
        <w:rStyle w:val="slostrnky"/>
        <w:sz w:val="16"/>
        <w:szCs w:val="16"/>
      </w:rPr>
      <w:instrText xml:space="preserve"> PAGE </w:instrText>
    </w:r>
    <w:r w:rsidR="00613983" w:rsidRPr="00913424">
      <w:rPr>
        <w:rStyle w:val="slostrnky"/>
        <w:sz w:val="16"/>
        <w:szCs w:val="16"/>
      </w:rPr>
      <w:fldChar w:fldCharType="separate"/>
    </w:r>
    <w:r w:rsidR="009C0A3F">
      <w:rPr>
        <w:rStyle w:val="slostrnky"/>
        <w:noProof/>
        <w:sz w:val="16"/>
        <w:szCs w:val="16"/>
      </w:rPr>
      <w:t>2</w:t>
    </w:r>
    <w:r w:rsidR="00613983" w:rsidRPr="00913424">
      <w:rPr>
        <w:rStyle w:val="slostrnky"/>
        <w:sz w:val="16"/>
        <w:szCs w:val="16"/>
      </w:rPr>
      <w:fldChar w:fldCharType="end"/>
    </w:r>
    <w:r w:rsidR="00613983" w:rsidRPr="00913424">
      <w:rPr>
        <w:rStyle w:val="slostrnky"/>
        <w:sz w:val="16"/>
        <w:szCs w:val="16"/>
      </w:rPr>
      <w:t xml:space="preserve"> z </w:t>
    </w:r>
    <w:r w:rsidR="00613983" w:rsidRPr="00913424">
      <w:rPr>
        <w:rStyle w:val="slostrnky"/>
        <w:sz w:val="16"/>
        <w:szCs w:val="16"/>
      </w:rPr>
      <w:fldChar w:fldCharType="begin"/>
    </w:r>
    <w:r w:rsidR="00613983" w:rsidRPr="00913424">
      <w:rPr>
        <w:rStyle w:val="slostrnky"/>
        <w:sz w:val="16"/>
        <w:szCs w:val="16"/>
      </w:rPr>
      <w:instrText xml:space="preserve"> NUMPAGES </w:instrText>
    </w:r>
    <w:r w:rsidR="00613983" w:rsidRPr="00913424">
      <w:rPr>
        <w:rStyle w:val="slostrnky"/>
        <w:sz w:val="16"/>
        <w:szCs w:val="16"/>
      </w:rPr>
      <w:fldChar w:fldCharType="separate"/>
    </w:r>
    <w:r w:rsidR="009C0A3F">
      <w:rPr>
        <w:rStyle w:val="slostrnky"/>
        <w:noProof/>
        <w:sz w:val="16"/>
        <w:szCs w:val="16"/>
      </w:rPr>
      <w:t>2</w:t>
    </w:r>
    <w:r w:rsidR="00613983" w:rsidRPr="00913424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65" w:rsidRDefault="00682965">
      <w:r>
        <w:separator/>
      </w:r>
    </w:p>
  </w:footnote>
  <w:footnote w:type="continuationSeparator" w:id="0">
    <w:p w:rsidR="00682965" w:rsidRDefault="00682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983" w:rsidRPr="00E149F6" w:rsidRDefault="00AC7299" w:rsidP="00C4503E">
    <w:pPr>
      <w:autoSpaceDE w:val="0"/>
      <w:autoSpaceDN w:val="0"/>
      <w:adjustRightInd w:val="0"/>
      <w:jc w:val="center"/>
      <w:rPr>
        <w:rFonts w:cs="Calibri"/>
        <w:color w:val="000000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7B02F2D" wp14:editId="3D0EC27D">
              <wp:simplePos x="0" y="0"/>
              <wp:positionH relativeFrom="column">
                <wp:posOffset>-198120</wp:posOffset>
              </wp:positionH>
              <wp:positionV relativeFrom="paragraph">
                <wp:posOffset>244475</wp:posOffset>
              </wp:positionV>
              <wp:extent cx="6238875" cy="0"/>
              <wp:effectExtent l="11430" t="15875" r="17145" b="12700"/>
              <wp:wrapTopAndBottom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3887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6pt,19.25pt" to="475.65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ZWw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" strokeweight="1.5pt">
              <w10:wrap type="topAndBottom"/>
            </v:line>
          </w:pict>
        </mc:Fallback>
      </mc:AlternateContent>
    </w:r>
    <w:r w:rsidR="00613983">
      <w:rPr>
        <w:rFonts w:cs="Calibri"/>
        <w:color w:val="000000"/>
        <w:sz w:val="16"/>
        <w:szCs w:val="16"/>
      </w:rPr>
      <w:t>LABORATOŘE A ONKOLOGIE, OBLASTNÍ NEMOCNICE JIČÍN a.s.</w:t>
    </w:r>
  </w:p>
  <w:p w:rsidR="00613983" w:rsidRPr="00913424" w:rsidRDefault="00613983" w:rsidP="001754DE">
    <w:pPr>
      <w:pStyle w:val="Zhlav"/>
      <w:spacing w:before="120"/>
      <w:ind w:left="-360" w:right="-455"/>
      <w:jc w:val="center"/>
      <w:rPr>
        <w:b/>
        <w:noProof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1DD0C4F"/>
    <w:multiLevelType w:val="multilevel"/>
    <w:tmpl w:val="C27CC3BE"/>
    <w:lvl w:ilvl="0">
      <w:start w:val="601"/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00"/>
        </w:tabs>
        <w:ind w:left="22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20"/>
        </w:tabs>
        <w:ind w:left="27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32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37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43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8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0"/>
        </w:tabs>
        <w:ind w:left="5380" w:hanging="1440"/>
      </w:pPr>
      <w:rPr>
        <w:rFonts w:cs="Times New Roman" w:hint="default"/>
      </w:rPr>
    </w:lvl>
  </w:abstractNum>
  <w:abstractNum w:abstractNumId="4">
    <w:nsid w:val="12D232C7"/>
    <w:multiLevelType w:val="hybridMultilevel"/>
    <w:tmpl w:val="89308948"/>
    <w:lvl w:ilvl="0" w:tplc="FBF6B74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1B053FF4"/>
    <w:multiLevelType w:val="hybridMultilevel"/>
    <w:tmpl w:val="210C23A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520065"/>
    <w:multiLevelType w:val="multilevel"/>
    <w:tmpl w:val="611C0926"/>
    <w:lvl w:ilvl="0">
      <w:start w:val="1"/>
      <w:numFmt w:val="decimal"/>
      <w:pStyle w:val="Nadpis1"/>
      <w:lvlText w:val="%1."/>
      <w:lvlJc w:val="left"/>
      <w:pPr>
        <w:tabs>
          <w:tab w:val="num" w:pos="1420"/>
        </w:tabs>
        <w:ind w:left="142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  <w:b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5"/>
        </w:tabs>
        <w:ind w:left="919" w:hanging="504"/>
      </w:pPr>
      <w:rPr>
        <w:rFonts w:cs="Times New Roman"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3220"/>
        </w:tabs>
        <w:ind w:left="27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580"/>
        </w:tabs>
        <w:ind w:left="32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00"/>
        </w:tabs>
        <w:ind w:left="37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0"/>
        </w:tabs>
        <w:ind w:left="43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80"/>
        </w:tabs>
        <w:ind w:left="48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0"/>
        </w:tabs>
        <w:ind w:left="5380" w:hanging="1440"/>
      </w:pPr>
      <w:rPr>
        <w:rFonts w:cs="Times New Roman" w:hint="default"/>
      </w:rPr>
    </w:lvl>
  </w:abstractNum>
  <w:abstractNum w:abstractNumId="7">
    <w:nsid w:val="2DFC4C86"/>
    <w:multiLevelType w:val="hybridMultilevel"/>
    <w:tmpl w:val="5B067800"/>
    <w:lvl w:ilvl="0" w:tplc="B30E986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CE3C40"/>
    <w:multiLevelType w:val="multilevel"/>
    <w:tmpl w:val="B46AD9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341F497E"/>
    <w:multiLevelType w:val="hybridMultilevel"/>
    <w:tmpl w:val="5B763640"/>
    <w:lvl w:ilvl="0" w:tplc="480EC4D0">
      <w:numFmt w:val="bullet"/>
      <w:lvlText w:val="-"/>
      <w:lvlJc w:val="left"/>
      <w:pPr>
        <w:ind w:left="1068" w:hanging="360"/>
      </w:pPr>
      <w:rPr>
        <w:rFonts w:ascii="Verdana" w:eastAsia="MS Mincho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80EC4D0">
      <w:numFmt w:val="bullet"/>
      <w:lvlText w:val="-"/>
      <w:lvlJc w:val="left"/>
      <w:pPr>
        <w:ind w:left="3228" w:hanging="360"/>
      </w:pPr>
      <w:rPr>
        <w:rFonts w:ascii="Verdana" w:eastAsia="MS Mincho" w:hAnsi="Verdana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62860B6"/>
    <w:multiLevelType w:val="hybridMultilevel"/>
    <w:tmpl w:val="8D045F54"/>
    <w:lvl w:ilvl="0" w:tplc="0EE274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A96CD5"/>
    <w:multiLevelType w:val="hybridMultilevel"/>
    <w:tmpl w:val="D082A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12647"/>
    <w:multiLevelType w:val="hybridMultilevel"/>
    <w:tmpl w:val="42DEA7FE"/>
    <w:lvl w:ilvl="0" w:tplc="0EE274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E3E1284"/>
    <w:multiLevelType w:val="multilevel"/>
    <w:tmpl w:val="16C4D0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2463611"/>
    <w:multiLevelType w:val="hybridMultilevel"/>
    <w:tmpl w:val="BCC2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E530D"/>
    <w:multiLevelType w:val="hybridMultilevel"/>
    <w:tmpl w:val="D9681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B92DA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F0E0402"/>
    <w:multiLevelType w:val="hybridMultilevel"/>
    <w:tmpl w:val="011605A2"/>
    <w:lvl w:ilvl="0" w:tplc="FFFFFFFF">
      <w:start w:val="6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340D1E"/>
    <w:multiLevelType w:val="hybridMultilevel"/>
    <w:tmpl w:val="F5D81A06"/>
    <w:lvl w:ilvl="0" w:tplc="FFFFFFFF">
      <w:start w:val="6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FB4076"/>
    <w:multiLevelType w:val="hybridMultilevel"/>
    <w:tmpl w:val="866200C8"/>
    <w:lvl w:ilvl="0" w:tplc="FFFFFFFF">
      <w:start w:val="6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B9121A"/>
    <w:multiLevelType w:val="hybridMultilevel"/>
    <w:tmpl w:val="34368A80"/>
    <w:lvl w:ilvl="0" w:tplc="0405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1">
    <w:nsid w:val="5E5A762A"/>
    <w:multiLevelType w:val="hybridMultilevel"/>
    <w:tmpl w:val="F238E914"/>
    <w:lvl w:ilvl="0" w:tplc="0EE274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AB2136"/>
    <w:multiLevelType w:val="hybridMultilevel"/>
    <w:tmpl w:val="7AC8BF2C"/>
    <w:lvl w:ilvl="0" w:tplc="040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3">
    <w:nsid w:val="61CD4E27"/>
    <w:multiLevelType w:val="hybridMultilevel"/>
    <w:tmpl w:val="033C74E2"/>
    <w:lvl w:ilvl="0" w:tplc="FFFFFFFF">
      <w:start w:val="6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60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E42081"/>
    <w:multiLevelType w:val="hybridMultilevel"/>
    <w:tmpl w:val="78F24E34"/>
    <w:lvl w:ilvl="0" w:tplc="480EC4D0">
      <w:numFmt w:val="bullet"/>
      <w:lvlText w:val="-"/>
      <w:lvlJc w:val="left"/>
      <w:pPr>
        <w:ind w:left="1428" w:hanging="360"/>
      </w:pPr>
      <w:rPr>
        <w:rFonts w:ascii="Verdana" w:eastAsia="MS Mincho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3050EDB"/>
    <w:multiLevelType w:val="hybridMultilevel"/>
    <w:tmpl w:val="198C7AF2"/>
    <w:lvl w:ilvl="0" w:tplc="FFFFFFFF">
      <w:start w:val="6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4A3625"/>
    <w:multiLevelType w:val="hybridMultilevel"/>
    <w:tmpl w:val="8A3CB0B8"/>
    <w:lvl w:ilvl="0" w:tplc="64940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22170C"/>
    <w:multiLevelType w:val="hybridMultilevel"/>
    <w:tmpl w:val="DA7441F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5ED5F77"/>
    <w:multiLevelType w:val="singleLevel"/>
    <w:tmpl w:val="6414F35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>
    <w:nsid w:val="76E451C1"/>
    <w:multiLevelType w:val="hybridMultilevel"/>
    <w:tmpl w:val="707EFD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BBF25A0"/>
    <w:multiLevelType w:val="hybridMultilevel"/>
    <w:tmpl w:val="707EFD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29"/>
  </w:num>
  <w:num w:numId="6">
    <w:abstractNumId w:val="4"/>
  </w:num>
  <w:num w:numId="7">
    <w:abstractNumId w:val="11"/>
  </w:num>
  <w:num w:numId="8">
    <w:abstractNumId w:val="14"/>
  </w:num>
  <w:num w:numId="9">
    <w:abstractNumId w:val="15"/>
  </w:num>
  <w:num w:numId="10">
    <w:abstractNumId w:val="6"/>
  </w:num>
  <w:num w:numId="11">
    <w:abstractNumId w:val="10"/>
  </w:num>
  <w:num w:numId="12">
    <w:abstractNumId w:val="6"/>
  </w:num>
  <w:num w:numId="13">
    <w:abstractNumId w:val="6"/>
  </w:num>
  <w:num w:numId="14">
    <w:abstractNumId w:val="27"/>
  </w:num>
  <w:num w:numId="15">
    <w:abstractNumId w:val="12"/>
  </w:num>
  <w:num w:numId="16">
    <w:abstractNumId w:val="21"/>
  </w:num>
  <w:num w:numId="17">
    <w:abstractNumId w:val="22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20"/>
  </w:num>
  <w:num w:numId="25">
    <w:abstractNumId w:val="2"/>
  </w:num>
  <w:num w:numId="26">
    <w:abstractNumId w:val="7"/>
  </w:num>
  <w:num w:numId="27">
    <w:abstractNumId w:val="30"/>
  </w:num>
  <w:num w:numId="28">
    <w:abstractNumId w:val="8"/>
  </w:num>
  <w:num w:numId="29">
    <w:abstractNumId w:val="28"/>
  </w:num>
  <w:num w:numId="30">
    <w:abstractNumId w:val="13"/>
  </w:num>
  <w:num w:numId="31">
    <w:abstractNumId w:val="26"/>
  </w:num>
  <w:num w:numId="32">
    <w:abstractNumId w:val="1"/>
  </w:num>
  <w:num w:numId="33">
    <w:abstractNumId w:val="16"/>
  </w:num>
  <w:num w:numId="34">
    <w:abstractNumId w:val="18"/>
  </w:num>
  <w:num w:numId="35">
    <w:abstractNumId w:val="23"/>
  </w:num>
  <w:num w:numId="36">
    <w:abstractNumId w:val="3"/>
  </w:num>
  <w:num w:numId="37">
    <w:abstractNumId w:val="9"/>
  </w:num>
  <w:num w:numId="38">
    <w:abstractNumId w:val="24"/>
  </w:num>
  <w:num w:numId="39">
    <w:abstractNumId w:val="19"/>
  </w:num>
  <w:num w:numId="40">
    <w:abstractNumId w:val="17"/>
  </w:num>
  <w:num w:numId="41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54"/>
    <w:rsid w:val="00003C17"/>
    <w:rsid w:val="00004B9D"/>
    <w:rsid w:val="00006191"/>
    <w:rsid w:val="00010086"/>
    <w:rsid w:val="00011DC5"/>
    <w:rsid w:val="00013AEC"/>
    <w:rsid w:val="0001661B"/>
    <w:rsid w:val="00016BDD"/>
    <w:rsid w:val="00020706"/>
    <w:rsid w:val="000208BD"/>
    <w:rsid w:val="00020CEA"/>
    <w:rsid w:val="00022F69"/>
    <w:rsid w:val="0002477D"/>
    <w:rsid w:val="00025171"/>
    <w:rsid w:val="000260D2"/>
    <w:rsid w:val="00033BF4"/>
    <w:rsid w:val="000342FC"/>
    <w:rsid w:val="000343A6"/>
    <w:rsid w:val="000348C9"/>
    <w:rsid w:val="00037014"/>
    <w:rsid w:val="000370A7"/>
    <w:rsid w:val="000373C9"/>
    <w:rsid w:val="00037653"/>
    <w:rsid w:val="00041D21"/>
    <w:rsid w:val="00043188"/>
    <w:rsid w:val="00044831"/>
    <w:rsid w:val="00047D53"/>
    <w:rsid w:val="00050CFB"/>
    <w:rsid w:val="0005530E"/>
    <w:rsid w:val="000572FD"/>
    <w:rsid w:val="00062A1E"/>
    <w:rsid w:val="00070514"/>
    <w:rsid w:val="00070D2B"/>
    <w:rsid w:val="00073703"/>
    <w:rsid w:val="00076C5D"/>
    <w:rsid w:val="00077C85"/>
    <w:rsid w:val="0008244E"/>
    <w:rsid w:val="000853FA"/>
    <w:rsid w:val="00086640"/>
    <w:rsid w:val="00087737"/>
    <w:rsid w:val="00087F9C"/>
    <w:rsid w:val="00093922"/>
    <w:rsid w:val="00095AEE"/>
    <w:rsid w:val="00096372"/>
    <w:rsid w:val="0009690A"/>
    <w:rsid w:val="00097912"/>
    <w:rsid w:val="000979ED"/>
    <w:rsid w:val="000A175F"/>
    <w:rsid w:val="000A7D8F"/>
    <w:rsid w:val="000B38A7"/>
    <w:rsid w:val="000B6BC4"/>
    <w:rsid w:val="000B72E8"/>
    <w:rsid w:val="000C2139"/>
    <w:rsid w:val="000C695A"/>
    <w:rsid w:val="000D13FC"/>
    <w:rsid w:val="000D20E5"/>
    <w:rsid w:val="000D2163"/>
    <w:rsid w:val="000D2269"/>
    <w:rsid w:val="000D2D52"/>
    <w:rsid w:val="000D5461"/>
    <w:rsid w:val="000E0E1B"/>
    <w:rsid w:val="000E1769"/>
    <w:rsid w:val="000E48AA"/>
    <w:rsid w:val="000E4D0C"/>
    <w:rsid w:val="000E5121"/>
    <w:rsid w:val="000E5915"/>
    <w:rsid w:val="000E62F4"/>
    <w:rsid w:val="000E7423"/>
    <w:rsid w:val="000F23FD"/>
    <w:rsid w:val="000F5D4D"/>
    <w:rsid w:val="000F684B"/>
    <w:rsid w:val="000F78E5"/>
    <w:rsid w:val="000F798C"/>
    <w:rsid w:val="00101C4D"/>
    <w:rsid w:val="00101F62"/>
    <w:rsid w:val="001147F8"/>
    <w:rsid w:val="00115181"/>
    <w:rsid w:val="00120758"/>
    <w:rsid w:val="00121186"/>
    <w:rsid w:val="0012157D"/>
    <w:rsid w:val="0012545D"/>
    <w:rsid w:val="00125543"/>
    <w:rsid w:val="001310A0"/>
    <w:rsid w:val="00131F1B"/>
    <w:rsid w:val="00133438"/>
    <w:rsid w:val="00135674"/>
    <w:rsid w:val="00136A22"/>
    <w:rsid w:val="00136E50"/>
    <w:rsid w:val="00141A0C"/>
    <w:rsid w:val="00143CD6"/>
    <w:rsid w:val="00147B60"/>
    <w:rsid w:val="00150194"/>
    <w:rsid w:val="00152714"/>
    <w:rsid w:val="00152A02"/>
    <w:rsid w:val="00152DD3"/>
    <w:rsid w:val="00152F13"/>
    <w:rsid w:val="00154A82"/>
    <w:rsid w:val="001559BC"/>
    <w:rsid w:val="00156D02"/>
    <w:rsid w:val="00161711"/>
    <w:rsid w:val="00173B7D"/>
    <w:rsid w:val="00173D1F"/>
    <w:rsid w:val="001754DE"/>
    <w:rsid w:val="001820E1"/>
    <w:rsid w:val="001840C1"/>
    <w:rsid w:val="00186710"/>
    <w:rsid w:val="00186A80"/>
    <w:rsid w:val="00190125"/>
    <w:rsid w:val="001920C7"/>
    <w:rsid w:val="00194A5A"/>
    <w:rsid w:val="00195B36"/>
    <w:rsid w:val="00197FF6"/>
    <w:rsid w:val="001A3234"/>
    <w:rsid w:val="001A3DC1"/>
    <w:rsid w:val="001A5C7B"/>
    <w:rsid w:val="001A7D86"/>
    <w:rsid w:val="001B12A4"/>
    <w:rsid w:val="001B2C3A"/>
    <w:rsid w:val="001B32E5"/>
    <w:rsid w:val="001B4214"/>
    <w:rsid w:val="001B46B5"/>
    <w:rsid w:val="001B78C8"/>
    <w:rsid w:val="001C46C3"/>
    <w:rsid w:val="001C67B2"/>
    <w:rsid w:val="001C6AB6"/>
    <w:rsid w:val="001C7788"/>
    <w:rsid w:val="001D22D1"/>
    <w:rsid w:val="001D5031"/>
    <w:rsid w:val="001E2C66"/>
    <w:rsid w:val="001E75E1"/>
    <w:rsid w:val="001F03F5"/>
    <w:rsid w:val="001F2D3C"/>
    <w:rsid w:val="001F388C"/>
    <w:rsid w:val="001F3CCB"/>
    <w:rsid w:val="001F5E18"/>
    <w:rsid w:val="002011A1"/>
    <w:rsid w:val="00203657"/>
    <w:rsid w:val="002077E3"/>
    <w:rsid w:val="00207CC0"/>
    <w:rsid w:val="002103C5"/>
    <w:rsid w:val="00210A3D"/>
    <w:rsid w:val="00210F48"/>
    <w:rsid w:val="002135A0"/>
    <w:rsid w:val="002146CC"/>
    <w:rsid w:val="002152B6"/>
    <w:rsid w:val="002159A0"/>
    <w:rsid w:val="00217336"/>
    <w:rsid w:val="00220870"/>
    <w:rsid w:val="002271D7"/>
    <w:rsid w:val="00230933"/>
    <w:rsid w:val="00230B03"/>
    <w:rsid w:val="002322F2"/>
    <w:rsid w:val="00233BC6"/>
    <w:rsid w:val="002406F9"/>
    <w:rsid w:val="00240911"/>
    <w:rsid w:val="002412C2"/>
    <w:rsid w:val="0024159C"/>
    <w:rsid w:val="00241F77"/>
    <w:rsid w:val="00242BF4"/>
    <w:rsid w:val="002442CB"/>
    <w:rsid w:val="00245716"/>
    <w:rsid w:val="00245F9D"/>
    <w:rsid w:val="002502AA"/>
    <w:rsid w:val="00251BDF"/>
    <w:rsid w:val="0025419C"/>
    <w:rsid w:val="00254AEF"/>
    <w:rsid w:val="00254B56"/>
    <w:rsid w:val="00256BA2"/>
    <w:rsid w:val="00261E7C"/>
    <w:rsid w:val="0026271F"/>
    <w:rsid w:val="00263771"/>
    <w:rsid w:val="00264B5E"/>
    <w:rsid w:val="00264D1B"/>
    <w:rsid w:val="00266406"/>
    <w:rsid w:val="00275BC6"/>
    <w:rsid w:val="002768AC"/>
    <w:rsid w:val="00280187"/>
    <w:rsid w:val="00280228"/>
    <w:rsid w:val="00281D3A"/>
    <w:rsid w:val="002826EA"/>
    <w:rsid w:val="002850B6"/>
    <w:rsid w:val="00285D37"/>
    <w:rsid w:val="00285F71"/>
    <w:rsid w:val="002867B6"/>
    <w:rsid w:val="00291743"/>
    <w:rsid w:val="00291861"/>
    <w:rsid w:val="0029547E"/>
    <w:rsid w:val="002963B5"/>
    <w:rsid w:val="00296498"/>
    <w:rsid w:val="00297011"/>
    <w:rsid w:val="00297ED1"/>
    <w:rsid w:val="002A0C6D"/>
    <w:rsid w:val="002A1C9E"/>
    <w:rsid w:val="002A750E"/>
    <w:rsid w:val="002B358A"/>
    <w:rsid w:val="002B3A8C"/>
    <w:rsid w:val="002C4815"/>
    <w:rsid w:val="002C4E0D"/>
    <w:rsid w:val="002D0F9D"/>
    <w:rsid w:val="002D2692"/>
    <w:rsid w:val="002D4A9F"/>
    <w:rsid w:val="002D5547"/>
    <w:rsid w:val="002D6A29"/>
    <w:rsid w:val="002E1B83"/>
    <w:rsid w:val="002E27DE"/>
    <w:rsid w:val="002E5919"/>
    <w:rsid w:val="002F060F"/>
    <w:rsid w:val="002F4570"/>
    <w:rsid w:val="003000B8"/>
    <w:rsid w:val="003006D9"/>
    <w:rsid w:val="0030094A"/>
    <w:rsid w:val="003025A1"/>
    <w:rsid w:val="00302C98"/>
    <w:rsid w:val="00304E13"/>
    <w:rsid w:val="003074B1"/>
    <w:rsid w:val="00307E20"/>
    <w:rsid w:val="0031124E"/>
    <w:rsid w:val="00312ED5"/>
    <w:rsid w:val="00313948"/>
    <w:rsid w:val="00314F71"/>
    <w:rsid w:val="00321985"/>
    <w:rsid w:val="00323E4A"/>
    <w:rsid w:val="00324B5A"/>
    <w:rsid w:val="00324F79"/>
    <w:rsid w:val="00325C56"/>
    <w:rsid w:val="00325FA7"/>
    <w:rsid w:val="00327E60"/>
    <w:rsid w:val="003316DA"/>
    <w:rsid w:val="003332B7"/>
    <w:rsid w:val="003349D3"/>
    <w:rsid w:val="00335CE2"/>
    <w:rsid w:val="00336362"/>
    <w:rsid w:val="003366AE"/>
    <w:rsid w:val="0033753C"/>
    <w:rsid w:val="0034317B"/>
    <w:rsid w:val="00345C39"/>
    <w:rsid w:val="00351F19"/>
    <w:rsid w:val="00355956"/>
    <w:rsid w:val="003615A9"/>
    <w:rsid w:val="00362E9A"/>
    <w:rsid w:val="00371B15"/>
    <w:rsid w:val="0037389E"/>
    <w:rsid w:val="00374AB5"/>
    <w:rsid w:val="00375140"/>
    <w:rsid w:val="00376AB9"/>
    <w:rsid w:val="0038042D"/>
    <w:rsid w:val="00380EBE"/>
    <w:rsid w:val="00383069"/>
    <w:rsid w:val="0038410D"/>
    <w:rsid w:val="003842D0"/>
    <w:rsid w:val="00385229"/>
    <w:rsid w:val="00386218"/>
    <w:rsid w:val="0038769D"/>
    <w:rsid w:val="00387803"/>
    <w:rsid w:val="00390E3D"/>
    <w:rsid w:val="003911A1"/>
    <w:rsid w:val="003938B0"/>
    <w:rsid w:val="00394DDE"/>
    <w:rsid w:val="00395F92"/>
    <w:rsid w:val="00396DC9"/>
    <w:rsid w:val="003A1FD4"/>
    <w:rsid w:val="003A6DB5"/>
    <w:rsid w:val="003A79FC"/>
    <w:rsid w:val="003A7CF8"/>
    <w:rsid w:val="003B132E"/>
    <w:rsid w:val="003B1C26"/>
    <w:rsid w:val="003B2BBD"/>
    <w:rsid w:val="003B2BD3"/>
    <w:rsid w:val="003B451F"/>
    <w:rsid w:val="003B6E11"/>
    <w:rsid w:val="003B73DA"/>
    <w:rsid w:val="003B74B8"/>
    <w:rsid w:val="003C0592"/>
    <w:rsid w:val="003C0A95"/>
    <w:rsid w:val="003D1BBD"/>
    <w:rsid w:val="003D2E2B"/>
    <w:rsid w:val="003E11C5"/>
    <w:rsid w:val="003E1DAF"/>
    <w:rsid w:val="003E2371"/>
    <w:rsid w:val="003E34FE"/>
    <w:rsid w:val="003E47A9"/>
    <w:rsid w:val="003E5D93"/>
    <w:rsid w:val="003E6F5A"/>
    <w:rsid w:val="003E7386"/>
    <w:rsid w:val="003E7F20"/>
    <w:rsid w:val="003F06B5"/>
    <w:rsid w:val="003F2618"/>
    <w:rsid w:val="003F28D1"/>
    <w:rsid w:val="003F3161"/>
    <w:rsid w:val="0040114E"/>
    <w:rsid w:val="00403072"/>
    <w:rsid w:val="00404F30"/>
    <w:rsid w:val="00405BEC"/>
    <w:rsid w:val="00407D70"/>
    <w:rsid w:val="00411FAD"/>
    <w:rsid w:val="0041245D"/>
    <w:rsid w:val="00414500"/>
    <w:rsid w:val="0041531D"/>
    <w:rsid w:val="004153D8"/>
    <w:rsid w:val="0042025A"/>
    <w:rsid w:val="004217C8"/>
    <w:rsid w:val="00422DB9"/>
    <w:rsid w:val="00423EEE"/>
    <w:rsid w:val="0042439D"/>
    <w:rsid w:val="00427BF6"/>
    <w:rsid w:val="00433F32"/>
    <w:rsid w:val="00434F0E"/>
    <w:rsid w:val="00440B43"/>
    <w:rsid w:val="00453F51"/>
    <w:rsid w:val="00456CC3"/>
    <w:rsid w:val="00460E59"/>
    <w:rsid w:val="0046174F"/>
    <w:rsid w:val="0047271B"/>
    <w:rsid w:val="004735E8"/>
    <w:rsid w:val="00477D62"/>
    <w:rsid w:val="00480F90"/>
    <w:rsid w:val="00481039"/>
    <w:rsid w:val="00483AB0"/>
    <w:rsid w:val="00485349"/>
    <w:rsid w:val="00494131"/>
    <w:rsid w:val="004947A5"/>
    <w:rsid w:val="0049483A"/>
    <w:rsid w:val="004A2DBE"/>
    <w:rsid w:val="004A4FE6"/>
    <w:rsid w:val="004A74DB"/>
    <w:rsid w:val="004B10A9"/>
    <w:rsid w:val="004B145F"/>
    <w:rsid w:val="004B291C"/>
    <w:rsid w:val="004C148F"/>
    <w:rsid w:val="004C1995"/>
    <w:rsid w:val="004C19D5"/>
    <w:rsid w:val="004C23C9"/>
    <w:rsid w:val="004C2C95"/>
    <w:rsid w:val="004C3580"/>
    <w:rsid w:val="004C5B47"/>
    <w:rsid w:val="004C69AD"/>
    <w:rsid w:val="004D24E7"/>
    <w:rsid w:val="004D5CDB"/>
    <w:rsid w:val="004E019D"/>
    <w:rsid w:val="004E1AD8"/>
    <w:rsid w:val="004E1C15"/>
    <w:rsid w:val="004E1C24"/>
    <w:rsid w:val="004E4362"/>
    <w:rsid w:val="004E71E2"/>
    <w:rsid w:val="004E7E41"/>
    <w:rsid w:val="004F02C1"/>
    <w:rsid w:val="004F15DB"/>
    <w:rsid w:val="004F55BA"/>
    <w:rsid w:val="004F5ECC"/>
    <w:rsid w:val="004F761F"/>
    <w:rsid w:val="0050168D"/>
    <w:rsid w:val="00502AC4"/>
    <w:rsid w:val="00503A45"/>
    <w:rsid w:val="00503F9A"/>
    <w:rsid w:val="00505D71"/>
    <w:rsid w:val="00511CF3"/>
    <w:rsid w:val="0051249F"/>
    <w:rsid w:val="0051575E"/>
    <w:rsid w:val="0051644B"/>
    <w:rsid w:val="00520569"/>
    <w:rsid w:val="005238ED"/>
    <w:rsid w:val="00524CB8"/>
    <w:rsid w:val="00534FB9"/>
    <w:rsid w:val="00535736"/>
    <w:rsid w:val="0054054E"/>
    <w:rsid w:val="00542155"/>
    <w:rsid w:val="00544614"/>
    <w:rsid w:val="0054461A"/>
    <w:rsid w:val="00544969"/>
    <w:rsid w:val="00544A2B"/>
    <w:rsid w:val="00544EBE"/>
    <w:rsid w:val="00544F26"/>
    <w:rsid w:val="00546905"/>
    <w:rsid w:val="00546F03"/>
    <w:rsid w:val="00547C62"/>
    <w:rsid w:val="005507D7"/>
    <w:rsid w:val="00552DD3"/>
    <w:rsid w:val="00552EF0"/>
    <w:rsid w:val="00554B7B"/>
    <w:rsid w:val="00556253"/>
    <w:rsid w:val="00560208"/>
    <w:rsid w:val="005625D7"/>
    <w:rsid w:val="00562736"/>
    <w:rsid w:val="00565267"/>
    <w:rsid w:val="00567BE1"/>
    <w:rsid w:val="00572C1E"/>
    <w:rsid w:val="005732C5"/>
    <w:rsid w:val="00575969"/>
    <w:rsid w:val="00577EFB"/>
    <w:rsid w:val="00585B68"/>
    <w:rsid w:val="0059438A"/>
    <w:rsid w:val="00595299"/>
    <w:rsid w:val="00595FD0"/>
    <w:rsid w:val="00596E9E"/>
    <w:rsid w:val="00597922"/>
    <w:rsid w:val="00597DDC"/>
    <w:rsid w:val="005A06BF"/>
    <w:rsid w:val="005A3FDC"/>
    <w:rsid w:val="005A4261"/>
    <w:rsid w:val="005A5773"/>
    <w:rsid w:val="005A6199"/>
    <w:rsid w:val="005A6617"/>
    <w:rsid w:val="005B6EEC"/>
    <w:rsid w:val="005B740D"/>
    <w:rsid w:val="005D1F52"/>
    <w:rsid w:val="005D2169"/>
    <w:rsid w:val="005D5BB9"/>
    <w:rsid w:val="005E15EF"/>
    <w:rsid w:val="005E169E"/>
    <w:rsid w:val="005E1D6C"/>
    <w:rsid w:val="005E5CD6"/>
    <w:rsid w:val="005E675B"/>
    <w:rsid w:val="005F1664"/>
    <w:rsid w:val="005F5CB8"/>
    <w:rsid w:val="005F7E5A"/>
    <w:rsid w:val="00600E9A"/>
    <w:rsid w:val="0060277B"/>
    <w:rsid w:val="00602A83"/>
    <w:rsid w:val="006046E6"/>
    <w:rsid w:val="006050C6"/>
    <w:rsid w:val="00605369"/>
    <w:rsid w:val="006057CB"/>
    <w:rsid w:val="006078BD"/>
    <w:rsid w:val="00610806"/>
    <w:rsid w:val="0061235A"/>
    <w:rsid w:val="00612EA2"/>
    <w:rsid w:val="00613983"/>
    <w:rsid w:val="00616B81"/>
    <w:rsid w:val="006219C3"/>
    <w:rsid w:val="00622385"/>
    <w:rsid w:val="00623D2E"/>
    <w:rsid w:val="00625634"/>
    <w:rsid w:val="00625BD2"/>
    <w:rsid w:val="00627E8F"/>
    <w:rsid w:val="00630E87"/>
    <w:rsid w:val="006312DB"/>
    <w:rsid w:val="00631DC0"/>
    <w:rsid w:val="00633C50"/>
    <w:rsid w:val="006361ED"/>
    <w:rsid w:val="006378CC"/>
    <w:rsid w:val="006462EB"/>
    <w:rsid w:val="00647060"/>
    <w:rsid w:val="00651985"/>
    <w:rsid w:val="00651BB3"/>
    <w:rsid w:val="00652605"/>
    <w:rsid w:val="00652D70"/>
    <w:rsid w:val="00654B2C"/>
    <w:rsid w:val="006569C0"/>
    <w:rsid w:val="00656BF2"/>
    <w:rsid w:val="006621CB"/>
    <w:rsid w:val="006715E3"/>
    <w:rsid w:val="006738FD"/>
    <w:rsid w:val="00675E22"/>
    <w:rsid w:val="00676093"/>
    <w:rsid w:val="00681A7C"/>
    <w:rsid w:val="00682965"/>
    <w:rsid w:val="00684495"/>
    <w:rsid w:val="00685C17"/>
    <w:rsid w:val="00685E14"/>
    <w:rsid w:val="00686B08"/>
    <w:rsid w:val="006A296B"/>
    <w:rsid w:val="006A6ADE"/>
    <w:rsid w:val="006B234B"/>
    <w:rsid w:val="006B5754"/>
    <w:rsid w:val="006B6137"/>
    <w:rsid w:val="006B6E4A"/>
    <w:rsid w:val="006C3FC9"/>
    <w:rsid w:val="006C6951"/>
    <w:rsid w:val="006C6EDB"/>
    <w:rsid w:val="006D0277"/>
    <w:rsid w:val="006D201E"/>
    <w:rsid w:val="006D5E95"/>
    <w:rsid w:val="006E3543"/>
    <w:rsid w:val="006F13CB"/>
    <w:rsid w:val="006F44CD"/>
    <w:rsid w:val="006F4D80"/>
    <w:rsid w:val="006F6655"/>
    <w:rsid w:val="00702B6A"/>
    <w:rsid w:val="0070447C"/>
    <w:rsid w:val="007051B5"/>
    <w:rsid w:val="007073FE"/>
    <w:rsid w:val="007106B5"/>
    <w:rsid w:val="007106CB"/>
    <w:rsid w:val="0071123F"/>
    <w:rsid w:val="00712619"/>
    <w:rsid w:val="0071465B"/>
    <w:rsid w:val="0071525B"/>
    <w:rsid w:val="00715E16"/>
    <w:rsid w:val="00720FCE"/>
    <w:rsid w:val="00721E76"/>
    <w:rsid w:val="00723AA8"/>
    <w:rsid w:val="00724561"/>
    <w:rsid w:val="00724635"/>
    <w:rsid w:val="0072526A"/>
    <w:rsid w:val="007276AD"/>
    <w:rsid w:val="007331E0"/>
    <w:rsid w:val="007360EB"/>
    <w:rsid w:val="00741645"/>
    <w:rsid w:val="00741C59"/>
    <w:rsid w:val="00743C1A"/>
    <w:rsid w:val="007468E5"/>
    <w:rsid w:val="0074767B"/>
    <w:rsid w:val="00747B33"/>
    <w:rsid w:val="00752FE3"/>
    <w:rsid w:val="0076285A"/>
    <w:rsid w:val="00763EA3"/>
    <w:rsid w:val="00764A30"/>
    <w:rsid w:val="00767F80"/>
    <w:rsid w:val="00767FDB"/>
    <w:rsid w:val="00772961"/>
    <w:rsid w:val="00772CEE"/>
    <w:rsid w:val="00773816"/>
    <w:rsid w:val="007749BC"/>
    <w:rsid w:val="0078005D"/>
    <w:rsid w:val="00782492"/>
    <w:rsid w:val="00785229"/>
    <w:rsid w:val="007923B1"/>
    <w:rsid w:val="00794D76"/>
    <w:rsid w:val="0079560C"/>
    <w:rsid w:val="00797006"/>
    <w:rsid w:val="0079711D"/>
    <w:rsid w:val="00797A22"/>
    <w:rsid w:val="007A4ADD"/>
    <w:rsid w:val="007A4D37"/>
    <w:rsid w:val="007A58E8"/>
    <w:rsid w:val="007A6C0F"/>
    <w:rsid w:val="007B0D8F"/>
    <w:rsid w:val="007B21B2"/>
    <w:rsid w:val="007B21D8"/>
    <w:rsid w:val="007B29FE"/>
    <w:rsid w:val="007B351C"/>
    <w:rsid w:val="007B35D5"/>
    <w:rsid w:val="007B414F"/>
    <w:rsid w:val="007B5080"/>
    <w:rsid w:val="007C3C44"/>
    <w:rsid w:val="007C535F"/>
    <w:rsid w:val="007C6090"/>
    <w:rsid w:val="007D09F1"/>
    <w:rsid w:val="007D1247"/>
    <w:rsid w:val="007D17F2"/>
    <w:rsid w:val="007D1AF4"/>
    <w:rsid w:val="007D6D27"/>
    <w:rsid w:val="007E000A"/>
    <w:rsid w:val="007E18F1"/>
    <w:rsid w:val="007E1C52"/>
    <w:rsid w:val="007E2308"/>
    <w:rsid w:val="007E5D89"/>
    <w:rsid w:val="007E7A45"/>
    <w:rsid w:val="007F30E5"/>
    <w:rsid w:val="007F3320"/>
    <w:rsid w:val="007F6601"/>
    <w:rsid w:val="007F6E26"/>
    <w:rsid w:val="00801819"/>
    <w:rsid w:val="00811142"/>
    <w:rsid w:val="00812E3D"/>
    <w:rsid w:val="008165F3"/>
    <w:rsid w:val="008170F8"/>
    <w:rsid w:val="0082033E"/>
    <w:rsid w:val="00820C2A"/>
    <w:rsid w:val="008215DB"/>
    <w:rsid w:val="00821E83"/>
    <w:rsid w:val="0082328F"/>
    <w:rsid w:val="00824895"/>
    <w:rsid w:val="0082492B"/>
    <w:rsid w:val="0082553C"/>
    <w:rsid w:val="0082568A"/>
    <w:rsid w:val="0082756D"/>
    <w:rsid w:val="00833465"/>
    <w:rsid w:val="0083441A"/>
    <w:rsid w:val="00837192"/>
    <w:rsid w:val="00837EC6"/>
    <w:rsid w:val="00840E6D"/>
    <w:rsid w:val="00847247"/>
    <w:rsid w:val="0084731F"/>
    <w:rsid w:val="00851A63"/>
    <w:rsid w:val="00851F9A"/>
    <w:rsid w:val="00854791"/>
    <w:rsid w:val="0085615E"/>
    <w:rsid w:val="0086097F"/>
    <w:rsid w:val="00861239"/>
    <w:rsid w:val="0086367F"/>
    <w:rsid w:val="00864150"/>
    <w:rsid w:val="008644B7"/>
    <w:rsid w:val="0087218E"/>
    <w:rsid w:val="0087333E"/>
    <w:rsid w:val="0087479A"/>
    <w:rsid w:val="00875D33"/>
    <w:rsid w:val="00875FF7"/>
    <w:rsid w:val="00876145"/>
    <w:rsid w:val="00885282"/>
    <w:rsid w:val="008854F3"/>
    <w:rsid w:val="0088654B"/>
    <w:rsid w:val="0088668F"/>
    <w:rsid w:val="00894934"/>
    <w:rsid w:val="008968B1"/>
    <w:rsid w:val="00896EDC"/>
    <w:rsid w:val="00897243"/>
    <w:rsid w:val="008973F1"/>
    <w:rsid w:val="008A31A7"/>
    <w:rsid w:val="008A3D80"/>
    <w:rsid w:val="008A497E"/>
    <w:rsid w:val="008A50C2"/>
    <w:rsid w:val="008A54E8"/>
    <w:rsid w:val="008A5806"/>
    <w:rsid w:val="008B0B4F"/>
    <w:rsid w:val="008B4C2C"/>
    <w:rsid w:val="008B7988"/>
    <w:rsid w:val="008C1C06"/>
    <w:rsid w:val="008D1032"/>
    <w:rsid w:val="008D1B53"/>
    <w:rsid w:val="008D24D3"/>
    <w:rsid w:val="008D5ED7"/>
    <w:rsid w:val="008E0AB2"/>
    <w:rsid w:val="008E1197"/>
    <w:rsid w:val="008E23BD"/>
    <w:rsid w:val="008E3E03"/>
    <w:rsid w:val="008E76CB"/>
    <w:rsid w:val="008F1648"/>
    <w:rsid w:val="008F3963"/>
    <w:rsid w:val="008F3A9C"/>
    <w:rsid w:val="008F4533"/>
    <w:rsid w:val="008F5653"/>
    <w:rsid w:val="00903E9E"/>
    <w:rsid w:val="009049CA"/>
    <w:rsid w:val="00904BB3"/>
    <w:rsid w:val="00905781"/>
    <w:rsid w:val="00905E49"/>
    <w:rsid w:val="009073E7"/>
    <w:rsid w:val="009077B1"/>
    <w:rsid w:val="00910B12"/>
    <w:rsid w:val="00913424"/>
    <w:rsid w:val="00915A47"/>
    <w:rsid w:val="0091726C"/>
    <w:rsid w:val="00917911"/>
    <w:rsid w:val="0092430F"/>
    <w:rsid w:val="00926974"/>
    <w:rsid w:val="00934474"/>
    <w:rsid w:val="009366D2"/>
    <w:rsid w:val="00937696"/>
    <w:rsid w:val="009422AF"/>
    <w:rsid w:val="00943666"/>
    <w:rsid w:val="00944F65"/>
    <w:rsid w:val="00946786"/>
    <w:rsid w:val="00946F14"/>
    <w:rsid w:val="00950B9C"/>
    <w:rsid w:val="00950D73"/>
    <w:rsid w:val="00951E87"/>
    <w:rsid w:val="00952895"/>
    <w:rsid w:val="00953F7C"/>
    <w:rsid w:val="00955AAA"/>
    <w:rsid w:val="00956099"/>
    <w:rsid w:val="00962D63"/>
    <w:rsid w:val="00962DF0"/>
    <w:rsid w:val="00963DD1"/>
    <w:rsid w:val="009651CA"/>
    <w:rsid w:val="00965527"/>
    <w:rsid w:val="009674F1"/>
    <w:rsid w:val="00972F63"/>
    <w:rsid w:val="00973C29"/>
    <w:rsid w:val="0097449F"/>
    <w:rsid w:val="00974A85"/>
    <w:rsid w:val="0098001B"/>
    <w:rsid w:val="00981A78"/>
    <w:rsid w:val="009838B1"/>
    <w:rsid w:val="00984E22"/>
    <w:rsid w:val="00985A81"/>
    <w:rsid w:val="00987952"/>
    <w:rsid w:val="00991138"/>
    <w:rsid w:val="009914CB"/>
    <w:rsid w:val="009916B0"/>
    <w:rsid w:val="00994719"/>
    <w:rsid w:val="00995A56"/>
    <w:rsid w:val="00995B06"/>
    <w:rsid w:val="00995ED8"/>
    <w:rsid w:val="00996BB6"/>
    <w:rsid w:val="0099749C"/>
    <w:rsid w:val="0099759C"/>
    <w:rsid w:val="009978D8"/>
    <w:rsid w:val="00997B50"/>
    <w:rsid w:val="00997F93"/>
    <w:rsid w:val="009A34CD"/>
    <w:rsid w:val="009A3B1E"/>
    <w:rsid w:val="009B2B33"/>
    <w:rsid w:val="009B364F"/>
    <w:rsid w:val="009B566A"/>
    <w:rsid w:val="009B5E91"/>
    <w:rsid w:val="009B7271"/>
    <w:rsid w:val="009B7EA5"/>
    <w:rsid w:val="009C045C"/>
    <w:rsid w:val="009C0A3F"/>
    <w:rsid w:val="009C2799"/>
    <w:rsid w:val="009C5563"/>
    <w:rsid w:val="009C64C0"/>
    <w:rsid w:val="009D0EEB"/>
    <w:rsid w:val="009D6A0A"/>
    <w:rsid w:val="009E22F9"/>
    <w:rsid w:val="009E2C8A"/>
    <w:rsid w:val="009E3462"/>
    <w:rsid w:val="009E3DA7"/>
    <w:rsid w:val="009E55D1"/>
    <w:rsid w:val="009E575B"/>
    <w:rsid w:val="009E579B"/>
    <w:rsid w:val="009F6451"/>
    <w:rsid w:val="00A006B3"/>
    <w:rsid w:val="00A02E03"/>
    <w:rsid w:val="00A02F09"/>
    <w:rsid w:val="00A0377C"/>
    <w:rsid w:val="00A04BAC"/>
    <w:rsid w:val="00A0594E"/>
    <w:rsid w:val="00A07FE1"/>
    <w:rsid w:val="00A113D9"/>
    <w:rsid w:val="00A1148E"/>
    <w:rsid w:val="00A129BE"/>
    <w:rsid w:val="00A15524"/>
    <w:rsid w:val="00A175CC"/>
    <w:rsid w:val="00A2015E"/>
    <w:rsid w:val="00A218FE"/>
    <w:rsid w:val="00A231A0"/>
    <w:rsid w:val="00A2396B"/>
    <w:rsid w:val="00A23DD4"/>
    <w:rsid w:val="00A3066B"/>
    <w:rsid w:val="00A30EDC"/>
    <w:rsid w:val="00A31EB0"/>
    <w:rsid w:val="00A34B12"/>
    <w:rsid w:val="00A36875"/>
    <w:rsid w:val="00A376EA"/>
    <w:rsid w:val="00A37DE3"/>
    <w:rsid w:val="00A4272F"/>
    <w:rsid w:val="00A43B10"/>
    <w:rsid w:val="00A43BA3"/>
    <w:rsid w:val="00A45BAD"/>
    <w:rsid w:val="00A45E54"/>
    <w:rsid w:val="00A516E5"/>
    <w:rsid w:val="00A51B91"/>
    <w:rsid w:val="00A525A4"/>
    <w:rsid w:val="00A55A4E"/>
    <w:rsid w:val="00A56895"/>
    <w:rsid w:val="00A61217"/>
    <w:rsid w:val="00A61789"/>
    <w:rsid w:val="00A61A5F"/>
    <w:rsid w:val="00A61B44"/>
    <w:rsid w:val="00A723DF"/>
    <w:rsid w:val="00A82DD0"/>
    <w:rsid w:val="00A83698"/>
    <w:rsid w:val="00A839A0"/>
    <w:rsid w:val="00A87D36"/>
    <w:rsid w:val="00A9266A"/>
    <w:rsid w:val="00A96407"/>
    <w:rsid w:val="00A979F4"/>
    <w:rsid w:val="00A97A82"/>
    <w:rsid w:val="00A97EC9"/>
    <w:rsid w:val="00AA480E"/>
    <w:rsid w:val="00AA5D89"/>
    <w:rsid w:val="00AB00A0"/>
    <w:rsid w:val="00AB2C2A"/>
    <w:rsid w:val="00AB2E51"/>
    <w:rsid w:val="00AB4142"/>
    <w:rsid w:val="00AB710E"/>
    <w:rsid w:val="00AC08EC"/>
    <w:rsid w:val="00AC1688"/>
    <w:rsid w:val="00AC3DF5"/>
    <w:rsid w:val="00AC5D38"/>
    <w:rsid w:val="00AC70E1"/>
    <w:rsid w:val="00AC7299"/>
    <w:rsid w:val="00AD2A62"/>
    <w:rsid w:val="00AD6A66"/>
    <w:rsid w:val="00AE1BC3"/>
    <w:rsid w:val="00AE26D5"/>
    <w:rsid w:val="00AF053A"/>
    <w:rsid w:val="00B01A88"/>
    <w:rsid w:val="00B01DA7"/>
    <w:rsid w:val="00B04539"/>
    <w:rsid w:val="00B06836"/>
    <w:rsid w:val="00B07024"/>
    <w:rsid w:val="00B07DE1"/>
    <w:rsid w:val="00B108C1"/>
    <w:rsid w:val="00B140AC"/>
    <w:rsid w:val="00B14336"/>
    <w:rsid w:val="00B16808"/>
    <w:rsid w:val="00B17750"/>
    <w:rsid w:val="00B17DDA"/>
    <w:rsid w:val="00B17F57"/>
    <w:rsid w:val="00B22DFB"/>
    <w:rsid w:val="00B235EC"/>
    <w:rsid w:val="00B24BF3"/>
    <w:rsid w:val="00B24CE5"/>
    <w:rsid w:val="00B255BC"/>
    <w:rsid w:val="00B30730"/>
    <w:rsid w:val="00B32EFB"/>
    <w:rsid w:val="00B352DD"/>
    <w:rsid w:val="00B45CE6"/>
    <w:rsid w:val="00B45E92"/>
    <w:rsid w:val="00B47021"/>
    <w:rsid w:val="00B57932"/>
    <w:rsid w:val="00B627C6"/>
    <w:rsid w:val="00B64947"/>
    <w:rsid w:val="00B65538"/>
    <w:rsid w:val="00B66038"/>
    <w:rsid w:val="00B665F4"/>
    <w:rsid w:val="00B679FB"/>
    <w:rsid w:val="00B70A44"/>
    <w:rsid w:val="00B70E73"/>
    <w:rsid w:val="00B73240"/>
    <w:rsid w:val="00B800BC"/>
    <w:rsid w:val="00B82514"/>
    <w:rsid w:val="00B84CF2"/>
    <w:rsid w:val="00B86A22"/>
    <w:rsid w:val="00B918D1"/>
    <w:rsid w:val="00B93E3A"/>
    <w:rsid w:val="00B9485E"/>
    <w:rsid w:val="00B97A7D"/>
    <w:rsid w:val="00BA20A6"/>
    <w:rsid w:val="00BA5343"/>
    <w:rsid w:val="00BA640A"/>
    <w:rsid w:val="00BA6832"/>
    <w:rsid w:val="00BA7DEC"/>
    <w:rsid w:val="00BA7F15"/>
    <w:rsid w:val="00BB334E"/>
    <w:rsid w:val="00BB7745"/>
    <w:rsid w:val="00BC18AD"/>
    <w:rsid w:val="00BC287A"/>
    <w:rsid w:val="00BC479E"/>
    <w:rsid w:val="00BC5E8B"/>
    <w:rsid w:val="00BC78D0"/>
    <w:rsid w:val="00BD143C"/>
    <w:rsid w:val="00BD199C"/>
    <w:rsid w:val="00BD3422"/>
    <w:rsid w:val="00BD4B10"/>
    <w:rsid w:val="00BD5839"/>
    <w:rsid w:val="00BE1C7D"/>
    <w:rsid w:val="00BF0174"/>
    <w:rsid w:val="00BF3D34"/>
    <w:rsid w:val="00BF7782"/>
    <w:rsid w:val="00C019FF"/>
    <w:rsid w:val="00C05615"/>
    <w:rsid w:val="00C05845"/>
    <w:rsid w:val="00C062D5"/>
    <w:rsid w:val="00C076A3"/>
    <w:rsid w:val="00C10CE7"/>
    <w:rsid w:val="00C112C3"/>
    <w:rsid w:val="00C11416"/>
    <w:rsid w:val="00C14218"/>
    <w:rsid w:val="00C150D7"/>
    <w:rsid w:val="00C16E7E"/>
    <w:rsid w:val="00C17278"/>
    <w:rsid w:val="00C207FB"/>
    <w:rsid w:val="00C22B51"/>
    <w:rsid w:val="00C247A5"/>
    <w:rsid w:val="00C32761"/>
    <w:rsid w:val="00C358C8"/>
    <w:rsid w:val="00C36DA4"/>
    <w:rsid w:val="00C377F0"/>
    <w:rsid w:val="00C4220D"/>
    <w:rsid w:val="00C424D7"/>
    <w:rsid w:val="00C4503E"/>
    <w:rsid w:val="00C4683F"/>
    <w:rsid w:val="00C50A68"/>
    <w:rsid w:val="00C50FAD"/>
    <w:rsid w:val="00C52467"/>
    <w:rsid w:val="00C531FE"/>
    <w:rsid w:val="00C53F82"/>
    <w:rsid w:val="00C5641C"/>
    <w:rsid w:val="00C6037C"/>
    <w:rsid w:val="00C6053F"/>
    <w:rsid w:val="00C60670"/>
    <w:rsid w:val="00C615F9"/>
    <w:rsid w:val="00C6496B"/>
    <w:rsid w:val="00C70146"/>
    <w:rsid w:val="00C71860"/>
    <w:rsid w:val="00C73269"/>
    <w:rsid w:val="00C74653"/>
    <w:rsid w:val="00C7494C"/>
    <w:rsid w:val="00C74FBE"/>
    <w:rsid w:val="00C75AFB"/>
    <w:rsid w:val="00C807F8"/>
    <w:rsid w:val="00C80C1D"/>
    <w:rsid w:val="00C82379"/>
    <w:rsid w:val="00C82544"/>
    <w:rsid w:val="00C82ADD"/>
    <w:rsid w:val="00C85079"/>
    <w:rsid w:val="00C8508D"/>
    <w:rsid w:val="00C92C9C"/>
    <w:rsid w:val="00C941A5"/>
    <w:rsid w:val="00C94A08"/>
    <w:rsid w:val="00C95C54"/>
    <w:rsid w:val="00C95DF2"/>
    <w:rsid w:val="00C96F65"/>
    <w:rsid w:val="00CA0F62"/>
    <w:rsid w:val="00CA40E7"/>
    <w:rsid w:val="00CB0006"/>
    <w:rsid w:val="00CB043C"/>
    <w:rsid w:val="00CB1DDA"/>
    <w:rsid w:val="00CB28B6"/>
    <w:rsid w:val="00CB3066"/>
    <w:rsid w:val="00CB4DFD"/>
    <w:rsid w:val="00CB68C8"/>
    <w:rsid w:val="00CB776A"/>
    <w:rsid w:val="00CB7DC8"/>
    <w:rsid w:val="00CC0EBD"/>
    <w:rsid w:val="00CC11BC"/>
    <w:rsid w:val="00CC2374"/>
    <w:rsid w:val="00CC63D4"/>
    <w:rsid w:val="00CC78AE"/>
    <w:rsid w:val="00CD0106"/>
    <w:rsid w:val="00CD1708"/>
    <w:rsid w:val="00CD3478"/>
    <w:rsid w:val="00CD4D67"/>
    <w:rsid w:val="00CD4F1A"/>
    <w:rsid w:val="00CE21BE"/>
    <w:rsid w:val="00CE3FF1"/>
    <w:rsid w:val="00CE5CE0"/>
    <w:rsid w:val="00CE6595"/>
    <w:rsid w:val="00CE786A"/>
    <w:rsid w:val="00CF0E7F"/>
    <w:rsid w:val="00CF1A86"/>
    <w:rsid w:val="00CF1CB3"/>
    <w:rsid w:val="00CF5978"/>
    <w:rsid w:val="00CF7B4E"/>
    <w:rsid w:val="00CF7F4A"/>
    <w:rsid w:val="00D05047"/>
    <w:rsid w:val="00D129C3"/>
    <w:rsid w:val="00D15C31"/>
    <w:rsid w:val="00D21BDC"/>
    <w:rsid w:val="00D229D0"/>
    <w:rsid w:val="00D23C69"/>
    <w:rsid w:val="00D24D75"/>
    <w:rsid w:val="00D25F4E"/>
    <w:rsid w:val="00D27056"/>
    <w:rsid w:val="00D32856"/>
    <w:rsid w:val="00D338C0"/>
    <w:rsid w:val="00D34CCE"/>
    <w:rsid w:val="00D40F08"/>
    <w:rsid w:val="00D415E0"/>
    <w:rsid w:val="00D41F82"/>
    <w:rsid w:val="00D44A08"/>
    <w:rsid w:val="00D51254"/>
    <w:rsid w:val="00D51590"/>
    <w:rsid w:val="00D52D4E"/>
    <w:rsid w:val="00D55F55"/>
    <w:rsid w:val="00D61502"/>
    <w:rsid w:val="00D67273"/>
    <w:rsid w:val="00D6743C"/>
    <w:rsid w:val="00D675A0"/>
    <w:rsid w:val="00D67A90"/>
    <w:rsid w:val="00D72268"/>
    <w:rsid w:val="00D73487"/>
    <w:rsid w:val="00D73B83"/>
    <w:rsid w:val="00D73ECF"/>
    <w:rsid w:val="00D7579D"/>
    <w:rsid w:val="00D770E9"/>
    <w:rsid w:val="00D834C1"/>
    <w:rsid w:val="00D87E0A"/>
    <w:rsid w:val="00D91170"/>
    <w:rsid w:val="00D916F6"/>
    <w:rsid w:val="00D91B40"/>
    <w:rsid w:val="00D91C39"/>
    <w:rsid w:val="00D9203C"/>
    <w:rsid w:val="00D9292E"/>
    <w:rsid w:val="00D92FC1"/>
    <w:rsid w:val="00D94921"/>
    <w:rsid w:val="00DA026C"/>
    <w:rsid w:val="00DA049A"/>
    <w:rsid w:val="00DA0F25"/>
    <w:rsid w:val="00DA1321"/>
    <w:rsid w:val="00DA212E"/>
    <w:rsid w:val="00DA359A"/>
    <w:rsid w:val="00DA38A8"/>
    <w:rsid w:val="00DA5B3E"/>
    <w:rsid w:val="00DA620B"/>
    <w:rsid w:val="00DA73F0"/>
    <w:rsid w:val="00DB206D"/>
    <w:rsid w:val="00DB3691"/>
    <w:rsid w:val="00DB4263"/>
    <w:rsid w:val="00DB67C2"/>
    <w:rsid w:val="00DB7D8B"/>
    <w:rsid w:val="00DC0558"/>
    <w:rsid w:val="00DC32AF"/>
    <w:rsid w:val="00DC3D31"/>
    <w:rsid w:val="00DC6C40"/>
    <w:rsid w:val="00DD0773"/>
    <w:rsid w:val="00DD142E"/>
    <w:rsid w:val="00DD38EF"/>
    <w:rsid w:val="00DE0859"/>
    <w:rsid w:val="00DE39EA"/>
    <w:rsid w:val="00DE4B1A"/>
    <w:rsid w:val="00DF00BD"/>
    <w:rsid w:val="00DF016E"/>
    <w:rsid w:val="00DF0575"/>
    <w:rsid w:val="00DF27A9"/>
    <w:rsid w:val="00DF2F56"/>
    <w:rsid w:val="00DF3BFC"/>
    <w:rsid w:val="00E04111"/>
    <w:rsid w:val="00E05D95"/>
    <w:rsid w:val="00E0621A"/>
    <w:rsid w:val="00E06BE4"/>
    <w:rsid w:val="00E1036C"/>
    <w:rsid w:val="00E11C94"/>
    <w:rsid w:val="00E122D8"/>
    <w:rsid w:val="00E1259B"/>
    <w:rsid w:val="00E13E6E"/>
    <w:rsid w:val="00E149F6"/>
    <w:rsid w:val="00E20A14"/>
    <w:rsid w:val="00E2157D"/>
    <w:rsid w:val="00E225AA"/>
    <w:rsid w:val="00E24C21"/>
    <w:rsid w:val="00E25919"/>
    <w:rsid w:val="00E325FC"/>
    <w:rsid w:val="00E34E93"/>
    <w:rsid w:val="00E36428"/>
    <w:rsid w:val="00E36D1F"/>
    <w:rsid w:val="00E40D2E"/>
    <w:rsid w:val="00E43F08"/>
    <w:rsid w:val="00E44E89"/>
    <w:rsid w:val="00E51295"/>
    <w:rsid w:val="00E512EB"/>
    <w:rsid w:val="00E60E0E"/>
    <w:rsid w:val="00E63D50"/>
    <w:rsid w:val="00E65CB6"/>
    <w:rsid w:val="00E67AC1"/>
    <w:rsid w:val="00E71156"/>
    <w:rsid w:val="00E73664"/>
    <w:rsid w:val="00E761AE"/>
    <w:rsid w:val="00E8070F"/>
    <w:rsid w:val="00E844D3"/>
    <w:rsid w:val="00E85551"/>
    <w:rsid w:val="00E85D06"/>
    <w:rsid w:val="00E90493"/>
    <w:rsid w:val="00E940D0"/>
    <w:rsid w:val="00EA2ED3"/>
    <w:rsid w:val="00EA367E"/>
    <w:rsid w:val="00EA372F"/>
    <w:rsid w:val="00EA422E"/>
    <w:rsid w:val="00EA5ACE"/>
    <w:rsid w:val="00EA5C52"/>
    <w:rsid w:val="00EA6364"/>
    <w:rsid w:val="00EA684A"/>
    <w:rsid w:val="00EA7E82"/>
    <w:rsid w:val="00EA7FDD"/>
    <w:rsid w:val="00EB0FD7"/>
    <w:rsid w:val="00EB1592"/>
    <w:rsid w:val="00EB1D0E"/>
    <w:rsid w:val="00EB31E6"/>
    <w:rsid w:val="00EB4988"/>
    <w:rsid w:val="00EB774E"/>
    <w:rsid w:val="00EC0810"/>
    <w:rsid w:val="00EC36E0"/>
    <w:rsid w:val="00EC5CB9"/>
    <w:rsid w:val="00EC76F4"/>
    <w:rsid w:val="00ED25C9"/>
    <w:rsid w:val="00ED5FE4"/>
    <w:rsid w:val="00EE08B7"/>
    <w:rsid w:val="00EE4314"/>
    <w:rsid w:val="00EE5FBE"/>
    <w:rsid w:val="00EF058D"/>
    <w:rsid w:val="00EF0A88"/>
    <w:rsid w:val="00EF0B4F"/>
    <w:rsid w:val="00EF2732"/>
    <w:rsid w:val="00EF59AD"/>
    <w:rsid w:val="00EF5AE1"/>
    <w:rsid w:val="00EF74E1"/>
    <w:rsid w:val="00F008C6"/>
    <w:rsid w:val="00F02F50"/>
    <w:rsid w:val="00F043DF"/>
    <w:rsid w:val="00F06054"/>
    <w:rsid w:val="00F0608B"/>
    <w:rsid w:val="00F063BD"/>
    <w:rsid w:val="00F069C1"/>
    <w:rsid w:val="00F072AF"/>
    <w:rsid w:val="00F11941"/>
    <w:rsid w:val="00F120E1"/>
    <w:rsid w:val="00F12E22"/>
    <w:rsid w:val="00F160F8"/>
    <w:rsid w:val="00F25738"/>
    <w:rsid w:val="00F26A66"/>
    <w:rsid w:val="00F2727C"/>
    <w:rsid w:val="00F30035"/>
    <w:rsid w:val="00F32C77"/>
    <w:rsid w:val="00F34125"/>
    <w:rsid w:val="00F35290"/>
    <w:rsid w:val="00F417EC"/>
    <w:rsid w:val="00F43024"/>
    <w:rsid w:val="00F432EB"/>
    <w:rsid w:val="00F44052"/>
    <w:rsid w:val="00F503C5"/>
    <w:rsid w:val="00F52CBE"/>
    <w:rsid w:val="00F53595"/>
    <w:rsid w:val="00F550F2"/>
    <w:rsid w:val="00F61C35"/>
    <w:rsid w:val="00F61F04"/>
    <w:rsid w:val="00F6245B"/>
    <w:rsid w:val="00F63CBB"/>
    <w:rsid w:val="00F67010"/>
    <w:rsid w:val="00F67241"/>
    <w:rsid w:val="00F763BA"/>
    <w:rsid w:val="00F765FC"/>
    <w:rsid w:val="00F77DE0"/>
    <w:rsid w:val="00F82B0B"/>
    <w:rsid w:val="00F83758"/>
    <w:rsid w:val="00F849E0"/>
    <w:rsid w:val="00F85EBD"/>
    <w:rsid w:val="00F9443D"/>
    <w:rsid w:val="00F955FB"/>
    <w:rsid w:val="00FA046F"/>
    <w:rsid w:val="00FA0C0D"/>
    <w:rsid w:val="00FA5998"/>
    <w:rsid w:val="00FB24FD"/>
    <w:rsid w:val="00FB7215"/>
    <w:rsid w:val="00FC38F3"/>
    <w:rsid w:val="00FC39BE"/>
    <w:rsid w:val="00FC51DE"/>
    <w:rsid w:val="00FD26E2"/>
    <w:rsid w:val="00FD2F48"/>
    <w:rsid w:val="00FD3296"/>
    <w:rsid w:val="00FD3ADF"/>
    <w:rsid w:val="00FD4A10"/>
    <w:rsid w:val="00FD5869"/>
    <w:rsid w:val="00FD5F54"/>
    <w:rsid w:val="00FE25E1"/>
    <w:rsid w:val="00FE2775"/>
    <w:rsid w:val="00FE4A87"/>
    <w:rsid w:val="00FE61D2"/>
    <w:rsid w:val="00FE68AD"/>
    <w:rsid w:val="00FF0579"/>
    <w:rsid w:val="00FF08D2"/>
    <w:rsid w:val="00FF0E74"/>
    <w:rsid w:val="00FF5B19"/>
    <w:rsid w:val="00FF64F0"/>
    <w:rsid w:val="00FF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875"/>
    <w:rPr>
      <w:rFonts w:ascii="Calibri" w:hAnsi="Calibri"/>
      <w:sz w:val="24"/>
    </w:rPr>
  </w:style>
  <w:style w:type="paragraph" w:styleId="Nadpis1">
    <w:name w:val="heading 1"/>
    <w:aliases w:val="kapitola,Hlavní nadpis,Nadpis spec1,Za A,Nadpis 1123,1. Nadpis 1,kapitola1,Kapitola,1,Za A."/>
    <w:basedOn w:val="Normln"/>
    <w:next w:val="Normln"/>
    <w:link w:val="Nadpis1Char"/>
    <w:autoRedefine/>
    <w:qFormat/>
    <w:rsid w:val="00A56895"/>
    <w:pPr>
      <w:keepNext/>
      <w:numPr>
        <w:numId w:val="2"/>
      </w:numPr>
      <w:tabs>
        <w:tab w:val="clear" w:pos="1420"/>
        <w:tab w:val="num" w:pos="0"/>
      </w:tabs>
      <w:spacing w:before="240"/>
      <w:ind w:left="425" w:hanging="425"/>
      <w:jc w:val="both"/>
      <w:outlineLvl w:val="0"/>
    </w:pPr>
    <w:rPr>
      <w:rFonts w:cs="Arial"/>
      <w:b/>
      <w:bCs/>
      <w:color w:val="943634"/>
      <w:kern w:val="32"/>
      <w:sz w:val="32"/>
      <w:szCs w:val="32"/>
    </w:rPr>
  </w:style>
  <w:style w:type="paragraph" w:styleId="Nadpis2">
    <w:name w:val="heading 2"/>
    <w:aliases w:val="F2,Nadpis nižší úrovně,Nadpisspec2,1.1 Nadpis 2,Za 1.,clanek,kapitola2,Podkapitola,2,21,kap2"/>
    <w:basedOn w:val="Normln"/>
    <w:next w:val="Normln"/>
    <w:link w:val="Nadpis2Char"/>
    <w:autoRedefine/>
    <w:qFormat/>
    <w:rsid w:val="00CB0006"/>
    <w:pPr>
      <w:numPr>
        <w:ilvl w:val="1"/>
        <w:numId w:val="1"/>
      </w:numPr>
      <w:tabs>
        <w:tab w:val="clear" w:pos="716"/>
        <w:tab w:val="num" w:pos="0"/>
      </w:tabs>
      <w:spacing w:before="240"/>
      <w:ind w:left="425" w:hanging="425"/>
      <w:outlineLvl w:val="1"/>
    </w:pPr>
    <w:rPr>
      <w:b/>
      <w:bCs/>
      <w:iCs/>
      <w:color w:val="C00000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qFormat/>
    <w:rsid w:val="00254AEF"/>
    <w:pPr>
      <w:keepNext/>
      <w:numPr>
        <w:ilvl w:val="2"/>
        <w:numId w:val="1"/>
      </w:numPr>
      <w:tabs>
        <w:tab w:val="clear" w:pos="1135"/>
        <w:tab w:val="num" w:pos="0"/>
        <w:tab w:val="left" w:pos="851"/>
      </w:tabs>
      <w:spacing w:before="120" w:after="60"/>
      <w:ind w:left="425" w:hanging="425"/>
      <w:jc w:val="both"/>
      <w:outlineLvl w:val="2"/>
    </w:pPr>
    <w:rPr>
      <w:b/>
      <w:color w:val="FF0000"/>
      <w:szCs w:val="28"/>
    </w:rPr>
  </w:style>
  <w:style w:type="paragraph" w:styleId="Nadpis4">
    <w:name w:val="heading 4"/>
    <w:aliases w:val="Titul2 Char,Titul2"/>
    <w:basedOn w:val="Normln"/>
    <w:next w:val="Normln"/>
    <w:link w:val="Nadpis4Char"/>
    <w:uiPriority w:val="9"/>
    <w:qFormat/>
    <w:locked/>
    <w:rsid w:val="004E1C24"/>
    <w:pPr>
      <w:keepNext/>
      <w:tabs>
        <w:tab w:val="num" w:pos="0"/>
      </w:tabs>
      <w:suppressAutoHyphens/>
      <w:spacing w:before="240" w:after="60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Hlavní nadpis Char,Nadpis spec1 Char,Za A Char,Nadpis 1123 Char,1. Nadpis 1 Char,kapitola1 Char,Kapitola Char,1 Char,Za A. Char"/>
    <w:link w:val="Nadpis1"/>
    <w:locked/>
    <w:rsid w:val="00A56895"/>
    <w:rPr>
      <w:rFonts w:ascii="Calibri" w:hAnsi="Calibri" w:cs="Arial"/>
      <w:b/>
      <w:bCs/>
      <w:color w:val="943634"/>
      <w:kern w:val="32"/>
      <w:sz w:val="32"/>
      <w:szCs w:val="32"/>
    </w:rPr>
  </w:style>
  <w:style w:type="character" w:customStyle="1" w:styleId="Nadpis2Char">
    <w:name w:val="Nadpis 2 Char"/>
    <w:aliases w:val="F2 Char,Nadpis nižší úrovně Char,Nadpisspec2 Char,1.1 Nadpis 2 Char,Za 1. Char,clanek Char,kapitola2 Char,Podkapitola Char,2 Char,21 Char,kap2 Char"/>
    <w:link w:val="Nadpis2"/>
    <w:locked/>
    <w:rsid w:val="00CB0006"/>
    <w:rPr>
      <w:rFonts w:ascii="Calibri" w:hAnsi="Calibri"/>
      <w:b/>
      <w:bCs/>
      <w:iCs/>
      <w:color w:val="C00000"/>
      <w:sz w:val="28"/>
      <w:szCs w:val="28"/>
    </w:rPr>
  </w:style>
  <w:style w:type="character" w:customStyle="1" w:styleId="Nadpis3Char">
    <w:name w:val="Nadpis 3 Char"/>
    <w:link w:val="Nadpis3"/>
    <w:locked/>
    <w:rsid w:val="00254AEF"/>
    <w:rPr>
      <w:rFonts w:ascii="Calibri" w:hAnsi="Calibri"/>
      <w:b/>
      <w:color w:val="FF0000"/>
      <w:sz w:val="24"/>
      <w:szCs w:val="28"/>
    </w:rPr>
  </w:style>
  <w:style w:type="paragraph" w:styleId="Zhlav">
    <w:name w:val="header"/>
    <w:basedOn w:val="Normln"/>
    <w:link w:val="ZhlavChar"/>
    <w:uiPriority w:val="99"/>
    <w:rsid w:val="00087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011DC5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087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011DC5"/>
    <w:rPr>
      <w:rFonts w:cs="Times New Roman"/>
      <w:sz w:val="20"/>
    </w:rPr>
  </w:style>
  <w:style w:type="paragraph" w:customStyle="1" w:styleId="To">
    <w:name w:val="To"/>
    <w:basedOn w:val="Normln"/>
    <w:uiPriority w:val="99"/>
    <w:rsid w:val="00087F9C"/>
    <w:rPr>
      <w:rFonts w:ascii="Helv" w:hAnsi="Helv"/>
      <w:sz w:val="36"/>
      <w:szCs w:val="36"/>
      <w:lang w:val="en-GB"/>
    </w:rPr>
  </w:style>
  <w:style w:type="paragraph" w:customStyle="1" w:styleId="ToCompany">
    <w:name w:val="ToCompany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ToFax">
    <w:name w:val="ToFax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From">
    <w:name w:val="From"/>
    <w:basedOn w:val="Normln"/>
    <w:uiPriority w:val="99"/>
    <w:rsid w:val="00087F9C"/>
    <w:pPr>
      <w:spacing w:before="360"/>
    </w:pPr>
    <w:rPr>
      <w:rFonts w:ascii="Helv" w:hAnsi="Helv"/>
      <w:sz w:val="36"/>
      <w:szCs w:val="36"/>
      <w:lang w:val="en-GB"/>
    </w:rPr>
  </w:style>
  <w:style w:type="paragraph" w:customStyle="1" w:styleId="FromCompany">
    <w:name w:val="FromCompany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FromPhone">
    <w:name w:val="FromPhone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FromFax">
    <w:name w:val="FromFax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styleId="Datum">
    <w:name w:val="Date"/>
    <w:basedOn w:val="Normln"/>
    <w:link w:val="DatumChar"/>
    <w:uiPriority w:val="99"/>
    <w:rsid w:val="00087F9C"/>
    <w:pPr>
      <w:spacing w:before="360"/>
    </w:pPr>
  </w:style>
  <w:style w:type="character" w:customStyle="1" w:styleId="DatumChar">
    <w:name w:val="Datum Char"/>
    <w:link w:val="Datum"/>
    <w:uiPriority w:val="99"/>
    <w:semiHidden/>
    <w:locked/>
    <w:rsid w:val="00011DC5"/>
    <w:rPr>
      <w:rFonts w:cs="Times New Roman"/>
      <w:sz w:val="20"/>
    </w:rPr>
  </w:style>
  <w:style w:type="paragraph" w:customStyle="1" w:styleId="Pages">
    <w:name w:val="Pages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ToPhone">
    <w:name w:val="ToPhone"/>
    <w:basedOn w:val="ToCompany"/>
    <w:uiPriority w:val="99"/>
    <w:rsid w:val="00087F9C"/>
  </w:style>
  <w:style w:type="paragraph" w:styleId="Zkladntext">
    <w:name w:val="Body Text"/>
    <w:basedOn w:val="Normln"/>
    <w:link w:val="ZkladntextChar"/>
    <w:uiPriority w:val="99"/>
    <w:rsid w:val="00087F9C"/>
  </w:style>
  <w:style w:type="character" w:customStyle="1" w:styleId="ZkladntextChar">
    <w:name w:val="Základní text Char"/>
    <w:link w:val="Zkladntext"/>
    <w:uiPriority w:val="99"/>
    <w:locked/>
    <w:rsid w:val="00011DC5"/>
    <w:rPr>
      <w:rFonts w:cs="Times New Roman"/>
      <w:sz w:val="20"/>
    </w:rPr>
  </w:style>
  <w:style w:type="character" w:styleId="Hypertextovodkaz">
    <w:name w:val="Hyperlink"/>
    <w:uiPriority w:val="99"/>
    <w:rsid w:val="00087F9C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9E3462"/>
    <w:pPr>
      <w:tabs>
        <w:tab w:val="left" w:pos="720"/>
        <w:tab w:val="right" w:leader="dot" w:pos="9356"/>
      </w:tabs>
    </w:pPr>
    <w:rPr>
      <w:b/>
      <w:bCs/>
      <w:noProof/>
      <w:szCs w:val="24"/>
    </w:rPr>
  </w:style>
  <w:style w:type="paragraph" w:styleId="Obsah2">
    <w:name w:val="toc 2"/>
    <w:basedOn w:val="Normln"/>
    <w:next w:val="Normln"/>
    <w:autoRedefine/>
    <w:uiPriority w:val="39"/>
    <w:rsid w:val="009E3462"/>
    <w:pPr>
      <w:tabs>
        <w:tab w:val="left" w:pos="960"/>
        <w:tab w:val="right" w:leader="dot" w:pos="9356"/>
      </w:tabs>
      <w:ind w:left="200"/>
    </w:pPr>
    <w:rPr>
      <w:b/>
      <w:bCs/>
      <w:noProof/>
      <w:szCs w:val="24"/>
    </w:rPr>
  </w:style>
  <w:style w:type="paragraph" w:styleId="Obsah3">
    <w:name w:val="toc 3"/>
    <w:basedOn w:val="Normln"/>
    <w:next w:val="Normln"/>
    <w:autoRedefine/>
    <w:uiPriority w:val="39"/>
    <w:rsid w:val="003911A1"/>
    <w:pPr>
      <w:ind w:left="400"/>
    </w:pPr>
  </w:style>
  <w:style w:type="paragraph" w:customStyle="1" w:styleId="KBnabdkastyl">
    <w:name w:val="KB nabídka styl"/>
    <w:basedOn w:val="Nadpis1"/>
    <w:uiPriority w:val="99"/>
    <w:rsid w:val="003911A1"/>
    <w:pPr>
      <w:numPr>
        <w:numId w:val="0"/>
      </w:numPr>
      <w:autoSpaceDE w:val="0"/>
      <w:autoSpaceDN w:val="0"/>
      <w:spacing w:before="0"/>
      <w:outlineLvl w:val="9"/>
    </w:pPr>
    <w:rPr>
      <w:b w:val="0"/>
      <w:bCs w:val="0"/>
      <w:sz w:val="22"/>
      <w:szCs w:val="22"/>
    </w:rPr>
  </w:style>
  <w:style w:type="paragraph" w:styleId="Zkladntext2">
    <w:name w:val="Body Text 2"/>
    <w:basedOn w:val="Normln"/>
    <w:link w:val="Zkladntext2Char"/>
    <w:uiPriority w:val="99"/>
    <w:rsid w:val="004C2C95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011DC5"/>
    <w:rPr>
      <w:rFonts w:cs="Times New Roman"/>
      <w:sz w:val="20"/>
    </w:rPr>
  </w:style>
  <w:style w:type="paragraph" w:customStyle="1" w:styleId="Normln1">
    <w:name w:val="Normální+1.ř"/>
    <w:basedOn w:val="Normln"/>
    <w:uiPriority w:val="99"/>
    <w:rsid w:val="004C2C95"/>
    <w:pPr>
      <w:suppressAutoHyphens/>
      <w:autoSpaceDE w:val="0"/>
      <w:autoSpaceDN w:val="0"/>
      <w:ind w:firstLine="709"/>
      <w:jc w:val="both"/>
    </w:pPr>
    <w:rPr>
      <w:szCs w:val="24"/>
    </w:rPr>
  </w:style>
  <w:style w:type="paragraph" w:customStyle="1" w:styleId="Char">
    <w:name w:val="Char"/>
    <w:basedOn w:val="Normln"/>
    <w:uiPriority w:val="99"/>
    <w:rsid w:val="00D675A0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Odst">
    <w:name w:val="Odst"/>
    <w:basedOn w:val="Normln"/>
    <w:uiPriority w:val="99"/>
    <w:rsid w:val="00A61A5F"/>
    <w:pPr>
      <w:ind w:firstLine="709"/>
    </w:pPr>
  </w:style>
  <w:style w:type="paragraph" w:styleId="Zkladntextodsazen">
    <w:name w:val="Body Text Indent"/>
    <w:basedOn w:val="Normln"/>
    <w:link w:val="ZkladntextodsazenChar"/>
    <w:uiPriority w:val="99"/>
    <w:rsid w:val="00A0594E"/>
    <w:pPr>
      <w:spacing w:after="120" w:line="360" w:lineRule="auto"/>
      <w:ind w:left="283"/>
      <w:jc w:val="both"/>
    </w:pPr>
    <w:rPr>
      <w:lang w:eastAsia="en-US"/>
    </w:rPr>
  </w:style>
  <w:style w:type="character" w:customStyle="1" w:styleId="ZkladntextodsazenChar">
    <w:name w:val="Základní text odsazený Char"/>
    <w:link w:val="Zkladntextodsazen"/>
    <w:uiPriority w:val="99"/>
    <w:locked/>
    <w:rsid w:val="00A0594E"/>
    <w:rPr>
      <w:rFonts w:eastAsia="Times New Roman" w:cs="Times New Roman"/>
      <w:sz w:val="22"/>
      <w:lang w:eastAsia="en-US"/>
    </w:rPr>
  </w:style>
  <w:style w:type="paragraph" w:styleId="Odstavecseseznamem">
    <w:name w:val="List Paragraph"/>
    <w:basedOn w:val="Zkladntextodsazen"/>
    <w:uiPriority w:val="99"/>
    <w:qFormat/>
    <w:rsid w:val="008A5806"/>
    <w:pPr>
      <w:spacing w:after="0" w:line="240" w:lineRule="auto"/>
      <w:ind w:left="284" w:firstLine="486"/>
    </w:pPr>
    <w:rPr>
      <w:rFonts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E40D2E"/>
    <w:rPr>
      <w:rFonts w:ascii="Tahoma" w:hAnsi="Tahoma"/>
      <w:sz w:val="16"/>
    </w:rPr>
  </w:style>
  <w:style w:type="character" w:customStyle="1" w:styleId="TextbublinyChar">
    <w:name w:val="Text bubliny Char"/>
    <w:link w:val="Textbubliny"/>
    <w:uiPriority w:val="99"/>
    <w:locked/>
    <w:rsid w:val="00E40D2E"/>
    <w:rPr>
      <w:rFonts w:ascii="Tahoma" w:hAnsi="Tahoma" w:cs="Times New Roman"/>
      <w:sz w:val="16"/>
    </w:rPr>
  </w:style>
  <w:style w:type="paragraph" w:styleId="Obsah4">
    <w:name w:val="toc 4"/>
    <w:basedOn w:val="Normln"/>
    <w:next w:val="Normln"/>
    <w:autoRedefine/>
    <w:uiPriority w:val="39"/>
    <w:rsid w:val="00FA0C0D"/>
    <w:pPr>
      <w:spacing w:after="100" w:line="276" w:lineRule="auto"/>
      <w:ind w:left="660"/>
    </w:pPr>
    <w:rPr>
      <w:szCs w:val="22"/>
    </w:rPr>
  </w:style>
  <w:style w:type="paragraph" w:styleId="Obsah5">
    <w:name w:val="toc 5"/>
    <w:basedOn w:val="Normln"/>
    <w:next w:val="Normln"/>
    <w:autoRedefine/>
    <w:uiPriority w:val="39"/>
    <w:rsid w:val="00FA0C0D"/>
    <w:pPr>
      <w:spacing w:after="100" w:line="276" w:lineRule="auto"/>
      <w:ind w:left="880"/>
    </w:pPr>
    <w:rPr>
      <w:szCs w:val="22"/>
    </w:rPr>
  </w:style>
  <w:style w:type="paragraph" w:styleId="Obsah6">
    <w:name w:val="toc 6"/>
    <w:basedOn w:val="Normln"/>
    <w:next w:val="Normln"/>
    <w:autoRedefine/>
    <w:uiPriority w:val="39"/>
    <w:rsid w:val="00FA0C0D"/>
    <w:pPr>
      <w:spacing w:after="100" w:line="276" w:lineRule="auto"/>
      <w:ind w:left="1100"/>
    </w:pPr>
    <w:rPr>
      <w:szCs w:val="22"/>
    </w:rPr>
  </w:style>
  <w:style w:type="paragraph" w:styleId="Obsah7">
    <w:name w:val="toc 7"/>
    <w:basedOn w:val="Normln"/>
    <w:next w:val="Normln"/>
    <w:autoRedefine/>
    <w:uiPriority w:val="39"/>
    <w:rsid w:val="00FA0C0D"/>
    <w:pPr>
      <w:spacing w:after="100" w:line="276" w:lineRule="auto"/>
      <w:ind w:left="1320"/>
    </w:pPr>
    <w:rPr>
      <w:szCs w:val="22"/>
    </w:rPr>
  </w:style>
  <w:style w:type="paragraph" w:styleId="Obsah8">
    <w:name w:val="toc 8"/>
    <w:basedOn w:val="Normln"/>
    <w:next w:val="Normln"/>
    <w:autoRedefine/>
    <w:uiPriority w:val="39"/>
    <w:rsid w:val="00FA0C0D"/>
    <w:pPr>
      <w:spacing w:after="100" w:line="276" w:lineRule="auto"/>
      <w:ind w:left="1540"/>
    </w:pPr>
    <w:rPr>
      <w:szCs w:val="22"/>
    </w:rPr>
  </w:style>
  <w:style w:type="paragraph" w:styleId="Obsah9">
    <w:name w:val="toc 9"/>
    <w:basedOn w:val="Normln"/>
    <w:next w:val="Normln"/>
    <w:autoRedefine/>
    <w:uiPriority w:val="39"/>
    <w:rsid w:val="00FA0C0D"/>
    <w:pPr>
      <w:spacing w:after="100" w:line="276" w:lineRule="auto"/>
      <w:ind w:left="1760"/>
    </w:pPr>
    <w:rPr>
      <w:szCs w:val="22"/>
    </w:rPr>
  </w:style>
  <w:style w:type="paragraph" w:styleId="Prosttext">
    <w:name w:val="Plain Text"/>
    <w:basedOn w:val="Normln"/>
    <w:link w:val="ProsttextChar"/>
    <w:uiPriority w:val="99"/>
    <w:rsid w:val="00DA212E"/>
    <w:rPr>
      <w:rFonts w:ascii="Verdana" w:hAnsi="Verdana"/>
      <w:color w:val="000080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DA212E"/>
    <w:rPr>
      <w:rFonts w:ascii="Verdana" w:hAnsi="Verdana" w:cs="Times New Roman"/>
      <w:color w:val="000080"/>
      <w:lang w:eastAsia="en-US"/>
    </w:rPr>
  </w:style>
  <w:style w:type="paragraph" w:customStyle="1" w:styleId="l-zprva-zklad">
    <w:name w:val="l-zpráva-základ"/>
    <w:uiPriority w:val="99"/>
    <w:rsid w:val="00DE39EA"/>
    <w:pPr>
      <w:suppressAutoHyphens/>
      <w:spacing w:after="120"/>
    </w:pPr>
    <w:rPr>
      <w:rFonts w:ascii="Century Gothic" w:hAnsi="Century Gothic"/>
      <w:kern w:val="2"/>
      <w:sz w:val="24"/>
      <w:lang w:eastAsia="ar-SA"/>
    </w:rPr>
  </w:style>
  <w:style w:type="paragraph" w:customStyle="1" w:styleId="Text">
    <w:name w:val="Text"/>
    <w:uiPriority w:val="99"/>
    <w:rsid w:val="00EE5FBE"/>
    <w:pPr>
      <w:spacing w:before="60" w:after="60"/>
      <w:jc w:val="both"/>
    </w:pPr>
    <w:rPr>
      <w:color w:val="000000"/>
      <w:szCs w:val="18"/>
      <w:lang w:eastAsia="en-US"/>
    </w:rPr>
  </w:style>
  <w:style w:type="character" w:styleId="slostrnky">
    <w:name w:val="page number"/>
    <w:uiPriority w:val="99"/>
    <w:rsid w:val="00EE5FBE"/>
    <w:rPr>
      <w:rFonts w:cs="Times New Roman"/>
    </w:rPr>
  </w:style>
  <w:style w:type="paragraph" w:styleId="Normlnweb">
    <w:name w:val="Normal (Web)"/>
    <w:basedOn w:val="Normln"/>
    <w:uiPriority w:val="99"/>
    <w:semiHidden/>
    <w:rsid w:val="006621CB"/>
    <w:pPr>
      <w:spacing w:before="100" w:beforeAutospacing="1" w:after="100" w:afterAutospacing="1"/>
    </w:pPr>
    <w:rPr>
      <w:szCs w:val="24"/>
    </w:rPr>
  </w:style>
  <w:style w:type="character" w:styleId="Siln">
    <w:name w:val="Strong"/>
    <w:qFormat/>
    <w:locked/>
    <w:rsid w:val="006621CB"/>
    <w:rPr>
      <w:rFonts w:cs="Times New Roman"/>
      <w:b/>
    </w:rPr>
  </w:style>
  <w:style w:type="paragraph" w:customStyle="1" w:styleId="pbulletcmt">
    <w:name w:val="pbulletcmt"/>
    <w:basedOn w:val="Normln"/>
    <w:uiPriority w:val="99"/>
    <w:rsid w:val="00013AEC"/>
    <w:pPr>
      <w:spacing w:before="100" w:beforeAutospacing="1" w:after="100" w:afterAutospacing="1"/>
    </w:pPr>
    <w:rPr>
      <w:szCs w:val="24"/>
    </w:rPr>
  </w:style>
  <w:style w:type="table" w:styleId="Mkatabulky">
    <w:name w:val="Table Grid"/>
    <w:basedOn w:val="Normlntabulka"/>
    <w:uiPriority w:val="99"/>
    <w:locked/>
    <w:rsid w:val="00CC2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BD199C"/>
    <w:pPr>
      <w:spacing w:after="600" w:line="276" w:lineRule="auto"/>
      <w:jc w:val="both"/>
    </w:pPr>
    <w:rPr>
      <w:i/>
      <w:iCs/>
      <w:spacing w:val="13"/>
      <w:szCs w:val="24"/>
    </w:rPr>
  </w:style>
  <w:style w:type="character" w:customStyle="1" w:styleId="PodtitulChar">
    <w:name w:val="Podtitul Char"/>
    <w:link w:val="Podtitul"/>
    <w:uiPriority w:val="11"/>
    <w:rsid w:val="00BD199C"/>
    <w:rPr>
      <w:rFonts w:ascii="Calibri" w:hAnsi="Calibri"/>
      <w:i/>
      <w:iCs/>
      <w:spacing w:val="13"/>
      <w:sz w:val="24"/>
      <w:szCs w:val="24"/>
    </w:rPr>
  </w:style>
  <w:style w:type="character" w:customStyle="1" w:styleId="apple-converted-space">
    <w:name w:val="apple-converted-space"/>
    <w:rsid w:val="00B140AC"/>
  </w:style>
  <w:style w:type="character" w:customStyle="1" w:styleId="Nadpis4Char">
    <w:name w:val="Nadpis 4 Char"/>
    <w:aliases w:val="Titul2 Char Char,Titul2 Char1"/>
    <w:link w:val="Nadpis4"/>
    <w:uiPriority w:val="9"/>
    <w:rsid w:val="004E1C24"/>
    <w:rPr>
      <w:b/>
      <w:bCs/>
      <w:sz w:val="28"/>
      <w:szCs w:val="28"/>
      <w:lang w:eastAsia="ar-SA"/>
    </w:rPr>
  </w:style>
  <w:style w:type="paragraph" w:customStyle="1" w:styleId="Zkladntext21">
    <w:name w:val="Základní text 21"/>
    <w:basedOn w:val="Normln"/>
    <w:rsid w:val="004E1C24"/>
    <w:pPr>
      <w:suppressAutoHyphens/>
      <w:jc w:val="both"/>
    </w:pPr>
    <w:rPr>
      <w:rFonts w:ascii="Arial" w:hAnsi="Arial"/>
      <w:sz w:val="2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 List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6875"/>
    <w:rPr>
      <w:rFonts w:ascii="Calibri" w:hAnsi="Calibri"/>
      <w:sz w:val="24"/>
    </w:rPr>
  </w:style>
  <w:style w:type="paragraph" w:styleId="Nadpis1">
    <w:name w:val="heading 1"/>
    <w:aliases w:val="kapitola,Hlavní nadpis,Nadpis spec1,Za A,Nadpis 1123,1. Nadpis 1,kapitola1,Kapitola,1,Za A."/>
    <w:basedOn w:val="Normln"/>
    <w:next w:val="Normln"/>
    <w:link w:val="Nadpis1Char"/>
    <w:autoRedefine/>
    <w:qFormat/>
    <w:rsid w:val="00A56895"/>
    <w:pPr>
      <w:keepNext/>
      <w:numPr>
        <w:numId w:val="2"/>
      </w:numPr>
      <w:tabs>
        <w:tab w:val="clear" w:pos="1420"/>
        <w:tab w:val="num" w:pos="0"/>
      </w:tabs>
      <w:spacing w:before="240"/>
      <w:ind w:left="425" w:hanging="425"/>
      <w:jc w:val="both"/>
      <w:outlineLvl w:val="0"/>
    </w:pPr>
    <w:rPr>
      <w:rFonts w:cs="Arial"/>
      <w:b/>
      <w:bCs/>
      <w:color w:val="943634"/>
      <w:kern w:val="32"/>
      <w:sz w:val="32"/>
      <w:szCs w:val="32"/>
    </w:rPr>
  </w:style>
  <w:style w:type="paragraph" w:styleId="Nadpis2">
    <w:name w:val="heading 2"/>
    <w:aliases w:val="F2,Nadpis nižší úrovně,Nadpisspec2,1.1 Nadpis 2,Za 1.,clanek,kapitola2,Podkapitola,2,21,kap2"/>
    <w:basedOn w:val="Normln"/>
    <w:next w:val="Normln"/>
    <w:link w:val="Nadpis2Char"/>
    <w:autoRedefine/>
    <w:qFormat/>
    <w:rsid w:val="00CB0006"/>
    <w:pPr>
      <w:numPr>
        <w:ilvl w:val="1"/>
        <w:numId w:val="1"/>
      </w:numPr>
      <w:tabs>
        <w:tab w:val="clear" w:pos="716"/>
        <w:tab w:val="num" w:pos="0"/>
      </w:tabs>
      <w:spacing w:before="240"/>
      <w:ind w:left="425" w:hanging="425"/>
      <w:outlineLvl w:val="1"/>
    </w:pPr>
    <w:rPr>
      <w:b/>
      <w:bCs/>
      <w:iCs/>
      <w:color w:val="C00000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qFormat/>
    <w:rsid w:val="00254AEF"/>
    <w:pPr>
      <w:keepNext/>
      <w:numPr>
        <w:ilvl w:val="2"/>
        <w:numId w:val="1"/>
      </w:numPr>
      <w:tabs>
        <w:tab w:val="clear" w:pos="1135"/>
        <w:tab w:val="num" w:pos="0"/>
        <w:tab w:val="left" w:pos="851"/>
      </w:tabs>
      <w:spacing w:before="120" w:after="60"/>
      <w:ind w:left="425" w:hanging="425"/>
      <w:jc w:val="both"/>
      <w:outlineLvl w:val="2"/>
    </w:pPr>
    <w:rPr>
      <w:b/>
      <w:color w:val="FF0000"/>
      <w:szCs w:val="28"/>
    </w:rPr>
  </w:style>
  <w:style w:type="paragraph" w:styleId="Nadpis4">
    <w:name w:val="heading 4"/>
    <w:aliases w:val="Titul2 Char,Titul2"/>
    <w:basedOn w:val="Normln"/>
    <w:next w:val="Normln"/>
    <w:link w:val="Nadpis4Char"/>
    <w:uiPriority w:val="9"/>
    <w:qFormat/>
    <w:locked/>
    <w:rsid w:val="004E1C24"/>
    <w:pPr>
      <w:keepNext/>
      <w:tabs>
        <w:tab w:val="num" w:pos="0"/>
      </w:tabs>
      <w:suppressAutoHyphens/>
      <w:spacing w:before="240" w:after="60"/>
      <w:outlineLvl w:val="3"/>
    </w:pPr>
    <w:rPr>
      <w:rFonts w:ascii="Times New Roman" w:hAnsi="Times New Roman"/>
      <w:b/>
      <w:bCs/>
      <w:sz w:val="28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Hlavní nadpis Char,Nadpis spec1 Char,Za A Char,Nadpis 1123 Char,1. Nadpis 1 Char,kapitola1 Char,Kapitola Char,1 Char,Za A. Char"/>
    <w:link w:val="Nadpis1"/>
    <w:locked/>
    <w:rsid w:val="00A56895"/>
    <w:rPr>
      <w:rFonts w:ascii="Calibri" w:hAnsi="Calibri" w:cs="Arial"/>
      <w:b/>
      <w:bCs/>
      <w:color w:val="943634"/>
      <w:kern w:val="32"/>
      <w:sz w:val="32"/>
      <w:szCs w:val="32"/>
    </w:rPr>
  </w:style>
  <w:style w:type="character" w:customStyle="1" w:styleId="Nadpis2Char">
    <w:name w:val="Nadpis 2 Char"/>
    <w:aliases w:val="F2 Char,Nadpis nižší úrovně Char,Nadpisspec2 Char,1.1 Nadpis 2 Char,Za 1. Char,clanek Char,kapitola2 Char,Podkapitola Char,2 Char,21 Char,kap2 Char"/>
    <w:link w:val="Nadpis2"/>
    <w:locked/>
    <w:rsid w:val="00CB0006"/>
    <w:rPr>
      <w:rFonts w:ascii="Calibri" w:hAnsi="Calibri"/>
      <w:b/>
      <w:bCs/>
      <w:iCs/>
      <w:color w:val="C00000"/>
      <w:sz w:val="28"/>
      <w:szCs w:val="28"/>
    </w:rPr>
  </w:style>
  <w:style w:type="character" w:customStyle="1" w:styleId="Nadpis3Char">
    <w:name w:val="Nadpis 3 Char"/>
    <w:link w:val="Nadpis3"/>
    <w:locked/>
    <w:rsid w:val="00254AEF"/>
    <w:rPr>
      <w:rFonts w:ascii="Calibri" w:hAnsi="Calibri"/>
      <w:b/>
      <w:color w:val="FF0000"/>
      <w:sz w:val="24"/>
      <w:szCs w:val="28"/>
    </w:rPr>
  </w:style>
  <w:style w:type="paragraph" w:styleId="Zhlav">
    <w:name w:val="header"/>
    <w:basedOn w:val="Normln"/>
    <w:link w:val="ZhlavChar"/>
    <w:uiPriority w:val="99"/>
    <w:rsid w:val="00087F9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011DC5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087F9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011DC5"/>
    <w:rPr>
      <w:rFonts w:cs="Times New Roman"/>
      <w:sz w:val="20"/>
    </w:rPr>
  </w:style>
  <w:style w:type="paragraph" w:customStyle="1" w:styleId="To">
    <w:name w:val="To"/>
    <w:basedOn w:val="Normln"/>
    <w:uiPriority w:val="99"/>
    <w:rsid w:val="00087F9C"/>
    <w:rPr>
      <w:rFonts w:ascii="Helv" w:hAnsi="Helv"/>
      <w:sz w:val="36"/>
      <w:szCs w:val="36"/>
      <w:lang w:val="en-GB"/>
    </w:rPr>
  </w:style>
  <w:style w:type="paragraph" w:customStyle="1" w:styleId="ToCompany">
    <w:name w:val="ToCompany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ToFax">
    <w:name w:val="ToFax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From">
    <w:name w:val="From"/>
    <w:basedOn w:val="Normln"/>
    <w:uiPriority w:val="99"/>
    <w:rsid w:val="00087F9C"/>
    <w:pPr>
      <w:spacing w:before="360"/>
    </w:pPr>
    <w:rPr>
      <w:rFonts w:ascii="Helv" w:hAnsi="Helv"/>
      <w:sz w:val="36"/>
      <w:szCs w:val="36"/>
      <w:lang w:val="en-GB"/>
    </w:rPr>
  </w:style>
  <w:style w:type="paragraph" w:customStyle="1" w:styleId="FromCompany">
    <w:name w:val="FromCompany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FromPhone">
    <w:name w:val="FromPhone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FromFax">
    <w:name w:val="FromFax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styleId="Datum">
    <w:name w:val="Date"/>
    <w:basedOn w:val="Normln"/>
    <w:link w:val="DatumChar"/>
    <w:uiPriority w:val="99"/>
    <w:rsid w:val="00087F9C"/>
    <w:pPr>
      <w:spacing w:before="360"/>
    </w:pPr>
  </w:style>
  <w:style w:type="character" w:customStyle="1" w:styleId="DatumChar">
    <w:name w:val="Datum Char"/>
    <w:link w:val="Datum"/>
    <w:uiPriority w:val="99"/>
    <w:semiHidden/>
    <w:locked/>
    <w:rsid w:val="00011DC5"/>
    <w:rPr>
      <w:rFonts w:cs="Times New Roman"/>
      <w:sz w:val="20"/>
    </w:rPr>
  </w:style>
  <w:style w:type="paragraph" w:customStyle="1" w:styleId="Pages">
    <w:name w:val="Pages"/>
    <w:basedOn w:val="Normln"/>
    <w:uiPriority w:val="99"/>
    <w:rsid w:val="00087F9C"/>
    <w:rPr>
      <w:rFonts w:ascii="Helv" w:hAnsi="Helv"/>
      <w:sz w:val="28"/>
      <w:szCs w:val="28"/>
      <w:lang w:val="en-GB"/>
    </w:rPr>
  </w:style>
  <w:style w:type="paragraph" w:customStyle="1" w:styleId="ToPhone">
    <w:name w:val="ToPhone"/>
    <w:basedOn w:val="ToCompany"/>
    <w:uiPriority w:val="99"/>
    <w:rsid w:val="00087F9C"/>
  </w:style>
  <w:style w:type="paragraph" w:styleId="Zkladntext">
    <w:name w:val="Body Text"/>
    <w:basedOn w:val="Normln"/>
    <w:link w:val="ZkladntextChar"/>
    <w:uiPriority w:val="99"/>
    <w:rsid w:val="00087F9C"/>
  </w:style>
  <w:style w:type="character" w:customStyle="1" w:styleId="ZkladntextChar">
    <w:name w:val="Základní text Char"/>
    <w:link w:val="Zkladntext"/>
    <w:uiPriority w:val="99"/>
    <w:locked/>
    <w:rsid w:val="00011DC5"/>
    <w:rPr>
      <w:rFonts w:cs="Times New Roman"/>
      <w:sz w:val="20"/>
    </w:rPr>
  </w:style>
  <w:style w:type="character" w:styleId="Hypertextovodkaz">
    <w:name w:val="Hyperlink"/>
    <w:uiPriority w:val="99"/>
    <w:rsid w:val="00087F9C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9E3462"/>
    <w:pPr>
      <w:tabs>
        <w:tab w:val="left" w:pos="720"/>
        <w:tab w:val="right" w:leader="dot" w:pos="9356"/>
      </w:tabs>
    </w:pPr>
    <w:rPr>
      <w:b/>
      <w:bCs/>
      <w:noProof/>
      <w:szCs w:val="24"/>
    </w:rPr>
  </w:style>
  <w:style w:type="paragraph" w:styleId="Obsah2">
    <w:name w:val="toc 2"/>
    <w:basedOn w:val="Normln"/>
    <w:next w:val="Normln"/>
    <w:autoRedefine/>
    <w:uiPriority w:val="39"/>
    <w:rsid w:val="009E3462"/>
    <w:pPr>
      <w:tabs>
        <w:tab w:val="left" w:pos="960"/>
        <w:tab w:val="right" w:leader="dot" w:pos="9356"/>
      </w:tabs>
      <w:ind w:left="200"/>
    </w:pPr>
    <w:rPr>
      <w:b/>
      <w:bCs/>
      <w:noProof/>
      <w:szCs w:val="24"/>
    </w:rPr>
  </w:style>
  <w:style w:type="paragraph" w:styleId="Obsah3">
    <w:name w:val="toc 3"/>
    <w:basedOn w:val="Normln"/>
    <w:next w:val="Normln"/>
    <w:autoRedefine/>
    <w:uiPriority w:val="39"/>
    <w:rsid w:val="003911A1"/>
    <w:pPr>
      <w:ind w:left="400"/>
    </w:pPr>
  </w:style>
  <w:style w:type="paragraph" w:customStyle="1" w:styleId="KBnabdkastyl">
    <w:name w:val="KB nabídka styl"/>
    <w:basedOn w:val="Nadpis1"/>
    <w:uiPriority w:val="99"/>
    <w:rsid w:val="003911A1"/>
    <w:pPr>
      <w:numPr>
        <w:numId w:val="0"/>
      </w:numPr>
      <w:autoSpaceDE w:val="0"/>
      <w:autoSpaceDN w:val="0"/>
      <w:spacing w:before="0"/>
      <w:outlineLvl w:val="9"/>
    </w:pPr>
    <w:rPr>
      <w:b w:val="0"/>
      <w:bCs w:val="0"/>
      <w:sz w:val="22"/>
      <w:szCs w:val="22"/>
    </w:rPr>
  </w:style>
  <w:style w:type="paragraph" w:styleId="Zkladntext2">
    <w:name w:val="Body Text 2"/>
    <w:basedOn w:val="Normln"/>
    <w:link w:val="Zkladntext2Char"/>
    <w:uiPriority w:val="99"/>
    <w:rsid w:val="004C2C95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locked/>
    <w:rsid w:val="00011DC5"/>
    <w:rPr>
      <w:rFonts w:cs="Times New Roman"/>
      <w:sz w:val="20"/>
    </w:rPr>
  </w:style>
  <w:style w:type="paragraph" w:customStyle="1" w:styleId="Normln1">
    <w:name w:val="Normální+1.ř"/>
    <w:basedOn w:val="Normln"/>
    <w:uiPriority w:val="99"/>
    <w:rsid w:val="004C2C95"/>
    <w:pPr>
      <w:suppressAutoHyphens/>
      <w:autoSpaceDE w:val="0"/>
      <w:autoSpaceDN w:val="0"/>
      <w:ind w:firstLine="709"/>
      <w:jc w:val="both"/>
    </w:pPr>
    <w:rPr>
      <w:szCs w:val="24"/>
    </w:rPr>
  </w:style>
  <w:style w:type="paragraph" w:customStyle="1" w:styleId="Char">
    <w:name w:val="Char"/>
    <w:basedOn w:val="Normln"/>
    <w:uiPriority w:val="99"/>
    <w:rsid w:val="00D675A0"/>
    <w:pPr>
      <w:spacing w:after="160" w:line="240" w:lineRule="exact"/>
      <w:jc w:val="both"/>
    </w:pPr>
    <w:rPr>
      <w:rFonts w:ascii="Times New Roman Bold" w:hAnsi="Times New Roman Bold"/>
      <w:szCs w:val="26"/>
      <w:lang w:val="sk-SK" w:eastAsia="en-US"/>
    </w:rPr>
  </w:style>
  <w:style w:type="paragraph" w:customStyle="1" w:styleId="Odst">
    <w:name w:val="Odst"/>
    <w:basedOn w:val="Normln"/>
    <w:uiPriority w:val="99"/>
    <w:rsid w:val="00A61A5F"/>
    <w:pPr>
      <w:ind w:firstLine="709"/>
    </w:pPr>
  </w:style>
  <w:style w:type="paragraph" w:styleId="Zkladntextodsazen">
    <w:name w:val="Body Text Indent"/>
    <w:basedOn w:val="Normln"/>
    <w:link w:val="ZkladntextodsazenChar"/>
    <w:uiPriority w:val="99"/>
    <w:rsid w:val="00A0594E"/>
    <w:pPr>
      <w:spacing w:after="120" w:line="360" w:lineRule="auto"/>
      <w:ind w:left="283"/>
      <w:jc w:val="both"/>
    </w:pPr>
    <w:rPr>
      <w:lang w:eastAsia="en-US"/>
    </w:rPr>
  </w:style>
  <w:style w:type="character" w:customStyle="1" w:styleId="ZkladntextodsazenChar">
    <w:name w:val="Základní text odsazený Char"/>
    <w:link w:val="Zkladntextodsazen"/>
    <w:uiPriority w:val="99"/>
    <w:locked/>
    <w:rsid w:val="00A0594E"/>
    <w:rPr>
      <w:rFonts w:eastAsia="Times New Roman" w:cs="Times New Roman"/>
      <w:sz w:val="22"/>
      <w:lang w:eastAsia="en-US"/>
    </w:rPr>
  </w:style>
  <w:style w:type="paragraph" w:styleId="Odstavecseseznamem">
    <w:name w:val="List Paragraph"/>
    <w:basedOn w:val="Zkladntextodsazen"/>
    <w:uiPriority w:val="99"/>
    <w:qFormat/>
    <w:rsid w:val="008A5806"/>
    <w:pPr>
      <w:spacing w:after="0" w:line="240" w:lineRule="auto"/>
      <w:ind w:left="284" w:firstLine="486"/>
    </w:pPr>
    <w:rPr>
      <w:rFonts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E40D2E"/>
    <w:rPr>
      <w:rFonts w:ascii="Tahoma" w:hAnsi="Tahoma"/>
      <w:sz w:val="16"/>
    </w:rPr>
  </w:style>
  <w:style w:type="character" w:customStyle="1" w:styleId="TextbublinyChar">
    <w:name w:val="Text bubliny Char"/>
    <w:link w:val="Textbubliny"/>
    <w:uiPriority w:val="99"/>
    <w:locked/>
    <w:rsid w:val="00E40D2E"/>
    <w:rPr>
      <w:rFonts w:ascii="Tahoma" w:hAnsi="Tahoma" w:cs="Times New Roman"/>
      <w:sz w:val="16"/>
    </w:rPr>
  </w:style>
  <w:style w:type="paragraph" w:styleId="Obsah4">
    <w:name w:val="toc 4"/>
    <w:basedOn w:val="Normln"/>
    <w:next w:val="Normln"/>
    <w:autoRedefine/>
    <w:uiPriority w:val="39"/>
    <w:rsid w:val="00FA0C0D"/>
    <w:pPr>
      <w:spacing w:after="100" w:line="276" w:lineRule="auto"/>
      <w:ind w:left="660"/>
    </w:pPr>
    <w:rPr>
      <w:szCs w:val="22"/>
    </w:rPr>
  </w:style>
  <w:style w:type="paragraph" w:styleId="Obsah5">
    <w:name w:val="toc 5"/>
    <w:basedOn w:val="Normln"/>
    <w:next w:val="Normln"/>
    <w:autoRedefine/>
    <w:uiPriority w:val="39"/>
    <w:rsid w:val="00FA0C0D"/>
    <w:pPr>
      <w:spacing w:after="100" w:line="276" w:lineRule="auto"/>
      <w:ind w:left="880"/>
    </w:pPr>
    <w:rPr>
      <w:szCs w:val="22"/>
    </w:rPr>
  </w:style>
  <w:style w:type="paragraph" w:styleId="Obsah6">
    <w:name w:val="toc 6"/>
    <w:basedOn w:val="Normln"/>
    <w:next w:val="Normln"/>
    <w:autoRedefine/>
    <w:uiPriority w:val="39"/>
    <w:rsid w:val="00FA0C0D"/>
    <w:pPr>
      <w:spacing w:after="100" w:line="276" w:lineRule="auto"/>
      <w:ind w:left="1100"/>
    </w:pPr>
    <w:rPr>
      <w:szCs w:val="22"/>
    </w:rPr>
  </w:style>
  <w:style w:type="paragraph" w:styleId="Obsah7">
    <w:name w:val="toc 7"/>
    <w:basedOn w:val="Normln"/>
    <w:next w:val="Normln"/>
    <w:autoRedefine/>
    <w:uiPriority w:val="39"/>
    <w:rsid w:val="00FA0C0D"/>
    <w:pPr>
      <w:spacing w:after="100" w:line="276" w:lineRule="auto"/>
      <w:ind w:left="1320"/>
    </w:pPr>
    <w:rPr>
      <w:szCs w:val="22"/>
    </w:rPr>
  </w:style>
  <w:style w:type="paragraph" w:styleId="Obsah8">
    <w:name w:val="toc 8"/>
    <w:basedOn w:val="Normln"/>
    <w:next w:val="Normln"/>
    <w:autoRedefine/>
    <w:uiPriority w:val="39"/>
    <w:rsid w:val="00FA0C0D"/>
    <w:pPr>
      <w:spacing w:after="100" w:line="276" w:lineRule="auto"/>
      <w:ind w:left="1540"/>
    </w:pPr>
    <w:rPr>
      <w:szCs w:val="22"/>
    </w:rPr>
  </w:style>
  <w:style w:type="paragraph" w:styleId="Obsah9">
    <w:name w:val="toc 9"/>
    <w:basedOn w:val="Normln"/>
    <w:next w:val="Normln"/>
    <w:autoRedefine/>
    <w:uiPriority w:val="39"/>
    <w:rsid w:val="00FA0C0D"/>
    <w:pPr>
      <w:spacing w:after="100" w:line="276" w:lineRule="auto"/>
      <w:ind w:left="1760"/>
    </w:pPr>
    <w:rPr>
      <w:szCs w:val="22"/>
    </w:rPr>
  </w:style>
  <w:style w:type="paragraph" w:styleId="Prosttext">
    <w:name w:val="Plain Text"/>
    <w:basedOn w:val="Normln"/>
    <w:link w:val="ProsttextChar"/>
    <w:uiPriority w:val="99"/>
    <w:rsid w:val="00DA212E"/>
    <w:rPr>
      <w:rFonts w:ascii="Verdana" w:hAnsi="Verdana"/>
      <w:color w:val="000080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DA212E"/>
    <w:rPr>
      <w:rFonts w:ascii="Verdana" w:hAnsi="Verdana" w:cs="Times New Roman"/>
      <w:color w:val="000080"/>
      <w:lang w:eastAsia="en-US"/>
    </w:rPr>
  </w:style>
  <w:style w:type="paragraph" w:customStyle="1" w:styleId="l-zprva-zklad">
    <w:name w:val="l-zpráva-základ"/>
    <w:uiPriority w:val="99"/>
    <w:rsid w:val="00DE39EA"/>
    <w:pPr>
      <w:suppressAutoHyphens/>
      <w:spacing w:after="120"/>
    </w:pPr>
    <w:rPr>
      <w:rFonts w:ascii="Century Gothic" w:hAnsi="Century Gothic"/>
      <w:kern w:val="2"/>
      <w:sz w:val="24"/>
      <w:lang w:eastAsia="ar-SA"/>
    </w:rPr>
  </w:style>
  <w:style w:type="paragraph" w:customStyle="1" w:styleId="Text">
    <w:name w:val="Text"/>
    <w:uiPriority w:val="99"/>
    <w:rsid w:val="00EE5FBE"/>
    <w:pPr>
      <w:spacing w:before="60" w:after="60"/>
      <w:jc w:val="both"/>
    </w:pPr>
    <w:rPr>
      <w:color w:val="000000"/>
      <w:szCs w:val="18"/>
      <w:lang w:eastAsia="en-US"/>
    </w:rPr>
  </w:style>
  <w:style w:type="character" w:styleId="slostrnky">
    <w:name w:val="page number"/>
    <w:uiPriority w:val="99"/>
    <w:rsid w:val="00EE5FBE"/>
    <w:rPr>
      <w:rFonts w:cs="Times New Roman"/>
    </w:rPr>
  </w:style>
  <w:style w:type="paragraph" w:styleId="Normlnweb">
    <w:name w:val="Normal (Web)"/>
    <w:basedOn w:val="Normln"/>
    <w:uiPriority w:val="99"/>
    <w:semiHidden/>
    <w:rsid w:val="006621CB"/>
    <w:pPr>
      <w:spacing w:before="100" w:beforeAutospacing="1" w:after="100" w:afterAutospacing="1"/>
    </w:pPr>
    <w:rPr>
      <w:szCs w:val="24"/>
    </w:rPr>
  </w:style>
  <w:style w:type="character" w:styleId="Siln">
    <w:name w:val="Strong"/>
    <w:qFormat/>
    <w:locked/>
    <w:rsid w:val="006621CB"/>
    <w:rPr>
      <w:rFonts w:cs="Times New Roman"/>
      <w:b/>
    </w:rPr>
  </w:style>
  <w:style w:type="paragraph" w:customStyle="1" w:styleId="pbulletcmt">
    <w:name w:val="pbulletcmt"/>
    <w:basedOn w:val="Normln"/>
    <w:uiPriority w:val="99"/>
    <w:rsid w:val="00013AEC"/>
    <w:pPr>
      <w:spacing w:before="100" w:beforeAutospacing="1" w:after="100" w:afterAutospacing="1"/>
    </w:pPr>
    <w:rPr>
      <w:szCs w:val="24"/>
    </w:rPr>
  </w:style>
  <w:style w:type="table" w:styleId="Mkatabulky">
    <w:name w:val="Table Grid"/>
    <w:basedOn w:val="Normlntabulka"/>
    <w:uiPriority w:val="99"/>
    <w:locked/>
    <w:rsid w:val="00CC2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BD199C"/>
    <w:pPr>
      <w:spacing w:after="600" w:line="276" w:lineRule="auto"/>
      <w:jc w:val="both"/>
    </w:pPr>
    <w:rPr>
      <w:i/>
      <w:iCs/>
      <w:spacing w:val="13"/>
      <w:szCs w:val="24"/>
    </w:rPr>
  </w:style>
  <w:style w:type="character" w:customStyle="1" w:styleId="PodtitulChar">
    <w:name w:val="Podtitul Char"/>
    <w:link w:val="Podtitul"/>
    <w:uiPriority w:val="11"/>
    <w:rsid w:val="00BD199C"/>
    <w:rPr>
      <w:rFonts w:ascii="Calibri" w:hAnsi="Calibri"/>
      <w:i/>
      <w:iCs/>
      <w:spacing w:val="13"/>
      <w:sz w:val="24"/>
      <w:szCs w:val="24"/>
    </w:rPr>
  </w:style>
  <w:style w:type="character" w:customStyle="1" w:styleId="apple-converted-space">
    <w:name w:val="apple-converted-space"/>
    <w:rsid w:val="00B140AC"/>
  </w:style>
  <w:style w:type="character" w:customStyle="1" w:styleId="Nadpis4Char">
    <w:name w:val="Nadpis 4 Char"/>
    <w:aliases w:val="Titul2 Char Char,Titul2 Char1"/>
    <w:link w:val="Nadpis4"/>
    <w:uiPriority w:val="9"/>
    <w:rsid w:val="004E1C24"/>
    <w:rPr>
      <w:b/>
      <w:bCs/>
      <w:sz w:val="28"/>
      <w:szCs w:val="28"/>
      <w:lang w:eastAsia="ar-SA"/>
    </w:rPr>
  </w:style>
  <w:style w:type="paragraph" w:customStyle="1" w:styleId="Zkladntext21">
    <w:name w:val="Základní text 21"/>
    <w:basedOn w:val="Normln"/>
    <w:rsid w:val="004E1C24"/>
    <w:pPr>
      <w:suppressAutoHyphens/>
      <w:jc w:val="both"/>
    </w:pPr>
    <w:rPr>
      <w:rFonts w:ascii="Arial" w:hAnsi="Arial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3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6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Travnicek.TECHNISERV\Local%20Settings\Temporary%20Internet%20Files\Content.MSO\6FFB533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3CE4F-7573-4668-B3E0-05CFC201D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6FFB533D.dot</Template>
  <TotalTime>39</TotalTime>
  <Pages>2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Michal</cp:lastModifiedBy>
  <cp:revision>10</cp:revision>
  <cp:lastPrinted>2017-03-23T19:34:00Z</cp:lastPrinted>
  <dcterms:created xsi:type="dcterms:W3CDTF">2016-06-12T10:50:00Z</dcterms:created>
  <dcterms:modified xsi:type="dcterms:W3CDTF">2017-03-23T19:35:00Z</dcterms:modified>
</cp:coreProperties>
</file>